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022C0" w14:textId="47C88457" w:rsidR="002D2F58" w:rsidRDefault="002A6D30" w:rsidP="00287E2B">
      <w:pPr>
        <w:widowControl/>
        <w:suppressAutoHyphens/>
        <w:autoSpaceDE/>
        <w:autoSpaceDN/>
        <w:spacing w:before="0" w:after="0" w:line="240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Załącznik nr </w:t>
      </w:r>
      <w:r w:rsidR="00EB36D6"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7AD2197E" w14:textId="77777777" w:rsidR="00287E2B" w:rsidRPr="00EB36D6" w:rsidRDefault="00287E2B" w:rsidP="00287E2B">
      <w:pPr>
        <w:widowControl/>
        <w:suppressAutoHyphens/>
        <w:autoSpaceDE/>
        <w:autoSpaceDN/>
        <w:spacing w:before="0" w:after="0" w:line="240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63E53B6D" w14:textId="1E64D4AB" w:rsidR="00EB36D6" w:rsidRDefault="00EB36D6" w:rsidP="00287E2B">
      <w:pPr>
        <w:pStyle w:val="Standard"/>
        <w:jc w:val="center"/>
        <w:rPr>
          <w:rFonts w:ascii="Calibri" w:hAnsi="Calibri"/>
          <w:b/>
          <w:bCs/>
          <w:color w:val="FF0000"/>
        </w:rPr>
      </w:pP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 w:rsidR="00AF1832"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>PODPISAĆ PODPISEM ELEKTRONICZNYM!!!</w:t>
      </w:r>
    </w:p>
    <w:p w14:paraId="111AE775" w14:textId="77777777" w:rsidR="00287E2B" w:rsidRPr="00AF1832" w:rsidRDefault="00287E2B" w:rsidP="00287E2B">
      <w:pPr>
        <w:pStyle w:val="Standard"/>
        <w:jc w:val="center"/>
        <w:rPr>
          <w:rFonts w:ascii="Calibri" w:hAnsi="Calibri"/>
          <w:b/>
          <w:bCs/>
          <w:color w:val="FF0000"/>
        </w:rPr>
      </w:pPr>
    </w:p>
    <w:p w14:paraId="66D90D77" w14:textId="559E9791" w:rsidR="00F02D0B" w:rsidRDefault="00AF1832" w:rsidP="00287E2B">
      <w:pPr>
        <w:spacing w:before="0" w:after="0" w:line="240" w:lineRule="auto"/>
        <w:jc w:val="center"/>
        <w:rPr>
          <w:rFonts w:ascii="Arial" w:hAnsi="Arial" w:cs="Arial"/>
          <w:b/>
          <w:smallCaps/>
          <w:u w:val="single"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="00EB36D6" w:rsidRPr="00B37469">
        <w:rPr>
          <w:rFonts w:ascii="Arial" w:hAnsi="Arial" w:cs="Arial"/>
          <w:b/>
          <w:smallCaps/>
        </w:rPr>
        <w:t>„</w:t>
      </w:r>
      <w:r w:rsidR="00EB36D6"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="00EB36D6"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 w:rsidR="00EB36D6"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="00EB36D6"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1 - REHABILITACJA FIZYCZNA</w:t>
      </w:r>
    </w:p>
    <w:p w14:paraId="64276019" w14:textId="77777777" w:rsidR="00287E2B" w:rsidRPr="00C42EB7" w:rsidRDefault="00287E2B" w:rsidP="00287E2B">
      <w:pPr>
        <w:spacing w:before="0" w:after="0" w:line="240" w:lineRule="auto"/>
        <w:jc w:val="center"/>
        <w:rPr>
          <w:rFonts w:ascii="Arial" w:hAnsi="Arial" w:cs="Arial"/>
          <w:b/>
          <w:smallCap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BF4952" w:rsidRPr="005D68C7" w14:paraId="11BAD33B" w14:textId="77777777" w:rsidTr="005D68C7">
        <w:trPr>
          <w:cantSplit/>
          <w:trHeight w:val="1818"/>
        </w:trPr>
        <w:tc>
          <w:tcPr>
            <w:tcW w:w="567" w:type="dxa"/>
            <w:vAlign w:val="center"/>
          </w:tcPr>
          <w:p w14:paraId="154C49CA" w14:textId="77777777" w:rsidR="00BF4952" w:rsidRPr="005D68C7" w:rsidRDefault="00BF4952" w:rsidP="000326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B7928A" w14:textId="77777777" w:rsidR="00BF4952" w:rsidRPr="005D68C7" w:rsidRDefault="00BF4952" w:rsidP="000326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5F7D8EE6" w14:textId="77777777" w:rsidR="00BF4952" w:rsidRPr="005D68C7" w:rsidRDefault="00BF4952" w:rsidP="000326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6EDFF46E" w14:textId="3E9D5458" w:rsidR="00BF4952" w:rsidRPr="005D68C7" w:rsidRDefault="00951FED" w:rsidP="00BF495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</w:t>
            </w:r>
            <w:r w:rsidR="00BF4952" w:rsidRPr="005D68C7">
              <w:rPr>
                <w:rFonts w:ascii="Arial" w:hAnsi="Arial" w:cs="Arial"/>
                <w:b/>
                <w:sz w:val="18"/>
                <w:szCs w:val="18"/>
              </w:rPr>
              <w:t xml:space="preserve">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0B108DD" w14:textId="5E94FB75" w:rsidR="00BF4952" w:rsidRPr="005D68C7" w:rsidRDefault="00BF4952" w:rsidP="00BF4952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Informacja na temat posiadanego wykształcenia/kwalifikacji zawodowych</w:t>
            </w:r>
            <w:r w:rsidR="00AF1832"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/doświadczenia</w:t>
            </w: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14:paraId="1F712BDB" w14:textId="21A979C3" w:rsidR="00BF4952" w:rsidRPr="005D68C7" w:rsidRDefault="00BF4952" w:rsidP="00BF4952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</w:t>
            </w:r>
            <w:r w:rsidR="005D68C7"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 osobą</w:t>
            </w:r>
            <w:r w:rsidR="005D68C7"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"/>
            </w:r>
          </w:p>
          <w:p w14:paraId="53AC3D5C" w14:textId="4C7C4D5D" w:rsidR="00BF4952" w:rsidRPr="005D68C7" w:rsidRDefault="00BF4952" w:rsidP="007D5F29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BF4952" w:rsidRPr="005D68C7" w14:paraId="530DD7B1" w14:textId="77777777" w:rsidTr="005D68C7">
        <w:trPr>
          <w:cantSplit/>
          <w:trHeight w:val="1818"/>
        </w:trPr>
        <w:tc>
          <w:tcPr>
            <w:tcW w:w="567" w:type="dxa"/>
            <w:vAlign w:val="center"/>
          </w:tcPr>
          <w:p w14:paraId="76724709" w14:textId="74FDAF91" w:rsidR="00BF4952" w:rsidRPr="005D68C7" w:rsidRDefault="004223F8" w:rsidP="000326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191C223A" w14:textId="77777777" w:rsidR="00BF4952" w:rsidRPr="005D68C7" w:rsidRDefault="00BF4952" w:rsidP="000326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759CB95" w14:textId="6B08B743" w:rsidR="00BF4952" w:rsidRPr="005D68C7" w:rsidRDefault="00AF1832" w:rsidP="00AF183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Osoba wykonująca rehabilitację fizyczną</w:t>
            </w:r>
          </w:p>
        </w:tc>
        <w:tc>
          <w:tcPr>
            <w:tcW w:w="3260" w:type="dxa"/>
            <w:vAlign w:val="center"/>
          </w:tcPr>
          <w:p w14:paraId="7E14DC9B" w14:textId="77777777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</w:p>
          <w:p w14:paraId="016032E1" w14:textId="45F4DAEC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53264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fizjoterapeut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</w:p>
          <w:p w14:paraId="3F447D05" w14:textId="7A83AF45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8419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specjalist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 zakresie rehabilitacji medycznej</w:t>
            </w:r>
          </w:p>
          <w:p w14:paraId="60F1589E" w14:textId="59B63CB9" w:rsidR="00AF1832" w:rsidRDefault="00AF1832" w:rsidP="00AF1832">
            <w:pPr>
              <w:widowControl/>
              <w:tabs>
                <w:tab w:val="left" w:pos="600"/>
              </w:tabs>
              <w:spacing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doświadczenia w zakresie rehabilitacji fizycznej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2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AE3FC06" w14:textId="3C2DA204" w:rsidR="005D68C7" w:rsidRPr="00287E2B" w:rsidRDefault="005D68C7" w:rsidP="00287E2B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</w:t>
            </w:r>
            <w:r w:rsidR="00F858E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zdobyte w jednostkach wskazanych w Rozdziale 4 ust 12 pkt. 1-6 SWZ.  </w:t>
            </w:r>
            <w:r w:rsidR="00F858E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30189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58E6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F858E6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075163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58E6"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F858E6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="00F858E6"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</w:tc>
        <w:tc>
          <w:tcPr>
            <w:tcW w:w="1984" w:type="dxa"/>
            <w:vAlign w:val="center"/>
          </w:tcPr>
          <w:p w14:paraId="17487DC6" w14:textId="77777777" w:rsidR="00BF4952" w:rsidRPr="005D68C7" w:rsidRDefault="00BF4952" w:rsidP="00BF4952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D68C7" w:rsidRPr="005D68C7" w14:paraId="1ED4A0A9" w14:textId="77777777" w:rsidTr="005D68C7">
        <w:trPr>
          <w:cantSplit/>
          <w:trHeight w:val="1818"/>
        </w:trPr>
        <w:tc>
          <w:tcPr>
            <w:tcW w:w="567" w:type="dxa"/>
            <w:vAlign w:val="center"/>
          </w:tcPr>
          <w:p w14:paraId="361070AE" w14:textId="117F07D9" w:rsidR="005D68C7" w:rsidRPr="005D68C7" w:rsidRDefault="005D68C7" w:rsidP="005D6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14:paraId="2FBF9A47" w14:textId="77777777" w:rsidR="005D68C7" w:rsidRPr="005D68C7" w:rsidRDefault="005D68C7" w:rsidP="005D68C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48E722D" w14:textId="46D10367" w:rsidR="005D68C7" w:rsidRPr="005D68C7" w:rsidRDefault="005D68C7" w:rsidP="005D68C7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Osoba wykonująca rehabilitację fizyczną</w:t>
            </w:r>
          </w:p>
        </w:tc>
        <w:tc>
          <w:tcPr>
            <w:tcW w:w="3260" w:type="dxa"/>
            <w:vAlign w:val="center"/>
          </w:tcPr>
          <w:p w14:paraId="0ABD5007" w14:textId="77777777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</w:p>
          <w:p w14:paraId="1BB3D797" w14:textId="3C9E023C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77791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fizjoterapeut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</w:p>
          <w:p w14:paraId="5D62746D" w14:textId="7DD42AE5" w:rsidR="005D68C7" w:rsidRPr="005D68C7" w:rsidRDefault="005D68C7" w:rsidP="005D68C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90704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specjalist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 zakresie rehabilitacji medycznej</w:t>
            </w:r>
          </w:p>
          <w:p w14:paraId="1A92A0E1" w14:textId="77777777" w:rsidR="005D68C7" w:rsidRDefault="005D68C7" w:rsidP="005D68C7">
            <w:pPr>
              <w:widowControl/>
              <w:tabs>
                <w:tab w:val="left" w:pos="600"/>
              </w:tabs>
              <w:spacing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doświadczenia w zakresie rehabilitacji fizycznej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3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7BF2720" w14:textId="3DAD51CA" w:rsidR="00F858E6" w:rsidRPr="00F858E6" w:rsidRDefault="00F858E6" w:rsidP="00F858E6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7930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7468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</w:tc>
        <w:tc>
          <w:tcPr>
            <w:tcW w:w="1984" w:type="dxa"/>
            <w:vAlign w:val="center"/>
          </w:tcPr>
          <w:p w14:paraId="0B4CDD5B" w14:textId="77777777" w:rsidR="005D68C7" w:rsidRPr="005D68C7" w:rsidRDefault="005D68C7" w:rsidP="005D68C7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CEF1854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626FACB0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5FDCE7AA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5CC5C099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5D5C43E3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59DDAD48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0D5BC8E4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6849AA51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4492940C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140F131A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768CFC6B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711D5DC1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0E868A7A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430A2C10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3F6AD830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40937E7F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4D3A2559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04A004C7" w14:textId="77777777" w:rsidR="00287E2B" w:rsidRDefault="00287E2B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2B6B73E3" w14:textId="77777777" w:rsidR="00F858E6" w:rsidRDefault="00F858E6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1D041BCE" w14:textId="502E565E" w:rsidR="005D68C7" w:rsidRPr="00EB36D6" w:rsidRDefault="005D68C7" w:rsidP="005D68C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41AB5F10" w14:textId="77777777" w:rsidR="005D68C7" w:rsidRDefault="005D68C7" w:rsidP="005D68C7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666ACF9D" w14:textId="090BD697" w:rsidR="005D68C7" w:rsidRPr="00AF1832" w:rsidRDefault="005D68C7" w:rsidP="005D68C7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r w:rsidR="00287E2B" w:rsidRPr="00605F1F">
        <w:rPr>
          <w:rFonts w:ascii="Calibri" w:hAnsi="Calibri"/>
          <w:b/>
          <w:bCs/>
          <w:color w:val="FF0000"/>
          <w:highlight w:val="yellow"/>
        </w:rPr>
        <w:t>ELEKTRONICZNYM!!!</w:t>
      </w:r>
    </w:p>
    <w:p w14:paraId="148B3C15" w14:textId="502E1B24" w:rsidR="005D68C7" w:rsidRPr="00C42EB7" w:rsidRDefault="005D68C7" w:rsidP="00C42EB7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2 - REHABILITACJA METODĄ VOJTY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5D68C7" w:rsidRPr="005D68C7" w14:paraId="2DB083A3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3C8CB3F1" w14:textId="77777777" w:rsidR="005D68C7" w:rsidRPr="005D68C7" w:rsidRDefault="005D68C7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DFF4DF" w14:textId="77777777" w:rsidR="005D68C7" w:rsidRPr="005D68C7" w:rsidRDefault="005D68C7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36C2046D" w14:textId="77777777" w:rsidR="005D68C7" w:rsidRPr="005D68C7" w:rsidRDefault="005D68C7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4C30955A" w14:textId="77777777" w:rsidR="005D68C7" w:rsidRPr="005D68C7" w:rsidRDefault="005D68C7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EDE69AB" w14:textId="77777777" w:rsidR="005D68C7" w:rsidRPr="005D68C7" w:rsidRDefault="005D68C7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3588CC5E" w14:textId="77777777" w:rsidR="005D68C7" w:rsidRPr="005D68C7" w:rsidRDefault="005D68C7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4"/>
            </w:r>
          </w:p>
          <w:p w14:paraId="5C1506BE" w14:textId="77777777" w:rsidR="005D68C7" w:rsidRPr="005D68C7" w:rsidRDefault="005D68C7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5D68C7" w:rsidRPr="005D68C7" w14:paraId="3F300B08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67B6CB2B" w14:textId="77777777" w:rsidR="005D68C7" w:rsidRPr="005D68C7" w:rsidRDefault="005D68C7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A9D3158" w14:textId="77777777" w:rsidR="005D68C7" w:rsidRPr="005D68C7" w:rsidRDefault="005D68C7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B7AFF6C" w14:textId="78D73139" w:rsidR="005D68C7" w:rsidRPr="005D68C7" w:rsidRDefault="005D68C7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rehabilitację </w:t>
            </w:r>
            <w:r>
              <w:rPr>
                <w:rFonts w:ascii="Arial" w:hAnsi="Arial" w:cs="Arial"/>
                <w:b/>
                <w:sz w:val="18"/>
                <w:szCs w:val="18"/>
              </w:rPr>
              <w:t>metodą Vojty</w:t>
            </w:r>
          </w:p>
        </w:tc>
        <w:tc>
          <w:tcPr>
            <w:tcW w:w="3260" w:type="dxa"/>
            <w:vAlign w:val="center"/>
          </w:tcPr>
          <w:p w14:paraId="28A58EC7" w14:textId="77777777" w:rsidR="005D68C7" w:rsidRPr="005D68C7" w:rsidRDefault="005D68C7" w:rsidP="00F858E6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</w:p>
          <w:p w14:paraId="72633923" w14:textId="31CA0410" w:rsidR="005D68C7" w:rsidRPr="005D68C7" w:rsidRDefault="005D68C7" w:rsidP="00F858E6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632595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fizjoterapeut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</w:p>
          <w:p w14:paraId="6393F38A" w14:textId="68DD7EE5" w:rsidR="005D68C7" w:rsidRDefault="005D68C7" w:rsidP="00F858E6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2387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specjalist</w:t>
            </w:r>
            <w:r w:rsidR="00B529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 zakresie rehabilitacji medycznej</w:t>
            </w:r>
          </w:p>
          <w:p w14:paraId="70207FBD" w14:textId="77777777" w:rsidR="005D68C7" w:rsidRDefault="005D68C7" w:rsidP="00F858E6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6150B8E" w14:textId="0BCE511D" w:rsidR="005D68C7" w:rsidRPr="005D68C7" w:rsidRDefault="005D68C7" w:rsidP="00F858E6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ukończony kurs potwierdzony certyfika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tem z metody Vojty</w:t>
            </w:r>
          </w:p>
          <w:p w14:paraId="68045379" w14:textId="633A4D64" w:rsidR="005D68C7" w:rsidRPr="005D68C7" w:rsidRDefault="00000000" w:rsidP="00F858E6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46056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68C7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D68C7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864090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68C7"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5D68C7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="005D68C7"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24EF09CC" w14:textId="77777777" w:rsidR="00F858E6" w:rsidRDefault="00F858E6" w:rsidP="00F858E6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3DF2F0B1" w14:textId="06843196" w:rsidR="005D68C7" w:rsidRDefault="005D68C7" w:rsidP="00F858E6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rehabilitacji </w:t>
            </w:r>
            <w:r w:rsidR="00F858E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metodą Vojty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5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2C087DEF" w14:textId="13D4114B" w:rsidR="005D68C7" w:rsidRPr="00287E2B" w:rsidRDefault="00F858E6" w:rsidP="00287E2B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51094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44214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5CD4062D" w14:textId="77777777" w:rsidR="005D68C7" w:rsidRPr="005D68C7" w:rsidRDefault="005D68C7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CFDC9B5" w14:textId="77777777" w:rsidR="005D68C7" w:rsidRPr="005D68C7" w:rsidRDefault="005D68C7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62F65C3" w14:textId="77777777" w:rsidR="00C42EB7" w:rsidRDefault="00C42EB7" w:rsidP="006A2EC2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752EA916" w14:textId="77777777" w:rsidR="00C42EB7" w:rsidRDefault="00C42EB7" w:rsidP="006A2EC2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675EF4F2" w14:textId="77777777" w:rsidR="00C42EB7" w:rsidRDefault="00C42EB7" w:rsidP="006A2EC2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14A122F2" w14:textId="1A19B5C5" w:rsidR="006A2EC2" w:rsidRPr="00EB36D6" w:rsidRDefault="006A2EC2" w:rsidP="006A2EC2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04C66686" w14:textId="77777777" w:rsidR="006A2EC2" w:rsidRDefault="006A2EC2" w:rsidP="006A2EC2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4A57D688" w14:textId="77777777" w:rsidR="006A2EC2" w:rsidRPr="00AF1832" w:rsidRDefault="006A2EC2" w:rsidP="006A2EC2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proofErr w:type="gramStart"/>
      <w:r w:rsidRPr="00605F1F">
        <w:rPr>
          <w:rFonts w:ascii="Calibri" w:hAnsi="Calibri"/>
          <w:b/>
          <w:bCs/>
          <w:color w:val="FF0000"/>
          <w:highlight w:val="yellow"/>
        </w:rPr>
        <w:t>ELEKTRONICZNYM !!!</w:t>
      </w:r>
      <w:proofErr w:type="gramEnd"/>
    </w:p>
    <w:p w14:paraId="451F4BBC" w14:textId="49A81C39" w:rsidR="006A2EC2" w:rsidRPr="00C42EB7" w:rsidRDefault="006A2EC2" w:rsidP="00C42EB7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3</w:t>
      </w:r>
      <w:r w:rsidRPr="00B37469">
        <w:rPr>
          <w:rFonts w:ascii="Arial" w:hAnsi="Arial" w:cs="Arial"/>
          <w:b/>
          <w:smallCaps/>
          <w:u w:val="single"/>
        </w:rPr>
        <w:t xml:space="preserve"> </w:t>
      </w:r>
      <w:r>
        <w:rPr>
          <w:rFonts w:ascii="Arial" w:hAnsi="Arial" w:cs="Arial"/>
          <w:b/>
          <w:smallCaps/>
          <w:u w:val="single"/>
        </w:rPr>
        <w:t>- TERAPIA LOGOPEDYCZNA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6A2EC2" w:rsidRPr="005D68C7" w14:paraId="3EB2E1C6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5CA93B65" w14:textId="77777777" w:rsidR="006A2EC2" w:rsidRPr="005D68C7" w:rsidRDefault="006A2EC2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3587232" w14:textId="77777777" w:rsidR="006A2EC2" w:rsidRPr="005D68C7" w:rsidRDefault="006A2EC2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5321E691" w14:textId="77777777" w:rsidR="006A2EC2" w:rsidRPr="005D68C7" w:rsidRDefault="006A2EC2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569732EC" w14:textId="77777777" w:rsidR="006A2EC2" w:rsidRPr="005D68C7" w:rsidRDefault="006A2EC2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189774F" w14:textId="77777777" w:rsidR="006A2EC2" w:rsidRPr="005D68C7" w:rsidRDefault="006A2EC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11B2B093" w14:textId="77777777" w:rsidR="006A2EC2" w:rsidRPr="005D68C7" w:rsidRDefault="006A2EC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6"/>
            </w:r>
          </w:p>
          <w:p w14:paraId="0F2CA497" w14:textId="77777777" w:rsidR="006A2EC2" w:rsidRPr="005D68C7" w:rsidRDefault="006A2EC2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6A2EC2" w:rsidRPr="005D68C7" w14:paraId="048BA3D5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6F8C51DD" w14:textId="77777777" w:rsidR="006A2EC2" w:rsidRPr="005D68C7" w:rsidRDefault="006A2EC2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752D8737" w14:textId="77777777" w:rsidR="006A2EC2" w:rsidRPr="005D68C7" w:rsidRDefault="006A2EC2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EA93373" w14:textId="069C7C80" w:rsidR="006A2EC2" w:rsidRPr="005D68C7" w:rsidRDefault="006A2EC2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logopedyczną</w:t>
            </w:r>
          </w:p>
        </w:tc>
        <w:tc>
          <w:tcPr>
            <w:tcW w:w="3260" w:type="dxa"/>
            <w:vAlign w:val="center"/>
          </w:tcPr>
          <w:p w14:paraId="706F09A1" w14:textId="28727862" w:rsidR="006A2EC2" w:rsidRPr="006A2EC2" w:rsidRDefault="006A2EC2" w:rsidP="006A2EC2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A2EC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logopedy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40219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68271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73E6D198" w14:textId="36CFF7DB" w:rsidR="006A2EC2" w:rsidRDefault="006A2EC2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logopedycznej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7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903A9A1" w14:textId="77777777" w:rsidR="006A2EC2" w:rsidRPr="00F858E6" w:rsidRDefault="006A2EC2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980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08360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1C8F779B" w14:textId="77777777" w:rsidR="006A2EC2" w:rsidRPr="005D68C7" w:rsidRDefault="006A2EC2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14:paraId="46EC415C" w14:textId="77777777" w:rsidR="006A2EC2" w:rsidRPr="005D68C7" w:rsidRDefault="006A2EC2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0944E45" w14:textId="77777777" w:rsidR="006A2EC2" w:rsidRPr="005D68C7" w:rsidRDefault="006A2EC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9655445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214FA03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A356637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D3E5DAD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EA87471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0FD39342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79FA996" w14:textId="77777777" w:rsidR="00C42EB7" w:rsidRDefault="00C42EB7" w:rsidP="00474EA6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697658D1" w14:textId="77777777" w:rsidR="00C42EB7" w:rsidRDefault="00C42EB7" w:rsidP="00474EA6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5DE54317" w14:textId="77777777" w:rsidR="00C42EB7" w:rsidRDefault="00C42EB7" w:rsidP="00474EA6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</w:p>
    <w:p w14:paraId="73BC8865" w14:textId="7C3A2689" w:rsidR="00474EA6" w:rsidRPr="00EB36D6" w:rsidRDefault="00474EA6" w:rsidP="00474EA6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22C9934A" w14:textId="77777777" w:rsidR="00474EA6" w:rsidRDefault="00474EA6" w:rsidP="00474EA6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2A243675" w14:textId="77777777" w:rsidR="00474EA6" w:rsidRPr="00AF1832" w:rsidRDefault="00474EA6" w:rsidP="00474EA6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proofErr w:type="gramStart"/>
      <w:r w:rsidRPr="00605F1F">
        <w:rPr>
          <w:rFonts w:ascii="Calibri" w:hAnsi="Calibri"/>
          <w:b/>
          <w:bCs/>
          <w:color w:val="FF0000"/>
          <w:highlight w:val="yellow"/>
        </w:rPr>
        <w:t>ELEKTRONICZNYM !!!</w:t>
      </w:r>
      <w:proofErr w:type="gramEnd"/>
    </w:p>
    <w:p w14:paraId="0F085AAD" w14:textId="55F28D2E" w:rsidR="00474EA6" w:rsidRPr="00C42EB7" w:rsidRDefault="00474EA6" w:rsidP="00C42EB7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 w:rsidR="00C42EB7">
        <w:rPr>
          <w:rFonts w:ascii="Arial" w:hAnsi="Arial" w:cs="Arial"/>
          <w:b/>
          <w:smallCaps/>
          <w:u w:val="single"/>
        </w:rPr>
        <w:t>4</w:t>
      </w:r>
      <w:r>
        <w:rPr>
          <w:rFonts w:ascii="Arial" w:hAnsi="Arial" w:cs="Arial"/>
          <w:b/>
          <w:smallCaps/>
          <w:u w:val="single"/>
        </w:rPr>
        <w:t xml:space="preserve"> - terapia ręki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474EA6" w:rsidRPr="005D68C7" w14:paraId="7C9981FC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4E8B602F" w14:textId="77777777" w:rsidR="00474EA6" w:rsidRPr="005D68C7" w:rsidRDefault="00474EA6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F5D3E6" w14:textId="77777777" w:rsidR="00474EA6" w:rsidRPr="005D68C7" w:rsidRDefault="00474EA6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18CEFCD1" w14:textId="77777777" w:rsidR="00474EA6" w:rsidRPr="005D68C7" w:rsidRDefault="00474EA6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57C5A4BB" w14:textId="77777777" w:rsidR="00474EA6" w:rsidRPr="005D68C7" w:rsidRDefault="00474EA6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44D8CB9" w14:textId="759BE92F" w:rsidR="00474EA6" w:rsidRPr="005D68C7" w:rsidRDefault="00B5297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Informacja</w:t>
            </w:r>
            <w:r w:rsidR="00474EA6"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3E1C7989" w14:textId="77777777" w:rsidR="00474EA6" w:rsidRPr="005D68C7" w:rsidRDefault="00474EA6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8"/>
            </w:r>
          </w:p>
          <w:p w14:paraId="656F5EEC" w14:textId="77777777" w:rsidR="00474EA6" w:rsidRPr="005D68C7" w:rsidRDefault="00474EA6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74EA6" w:rsidRPr="005D68C7" w14:paraId="2B90E9E0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281CA339" w14:textId="77777777" w:rsidR="00474EA6" w:rsidRPr="005D68C7" w:rsidRDefault="00474EA6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DAE9327" w14:textId="77777777" w:rsidR="00474EA6" w:rsidRPr="005D68C7" w:rsidRDefault="00474EA6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D502A04" w14:textId="523F5597" w:rsidR="00474EA6" w:rsidRPr="005D68C7" w:rsidRDefault="00474EA6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ręki</w:t>
            </w:r>
          </w:p>
        </w:tc>
        <w:tc>
          <w:tcPr>
            <w:tcW w:w="3260" w:type="dxa"/>
            <w:vAlign w:val="center"/>
          </w:tcPr>
          <w:p w14:paraId="6768B60A" w14:textId="77777777" w:rsidR="00474EA6" w:rsidRPr="005D68C7" w:rsidRDefault="00474EA6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</w:p>
          <w:p w14:paraId="371C8EA0" w14:textId="2AAD6ABF" w:rsidR="00474EA6" w:rsidRPr="005D68C7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71985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fizjoterapeut</w:t>
            </w:r>
            <w:r w:rsidR="00B57A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</w:p>
          <w:p w14:paraId="5D9866AA" w14:textId="47EEAE1D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22959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specjalist</w:t>
            </w:r>
            <w:r w:rsidR="00B57A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 zakresie rehabilitacji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medycznej</w:t>
            </w:r>
          </w:p>
          <w:p w14:paraId="7794159B" w14:textId="5017C26D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96836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psycholog</w:t>
            </w:r>
            <w:r w:rsidR="00B57A31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375ADCFB" w14:textId="3A8ABC8B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587544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pedagog</w:t>
            </w:r>
            <w:r w:rsidR="00B57A31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24C7BD48" w14:textId="6DE3FB91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847434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terapeut</w:t>
            </w:r>
            <w:r w:rsidR="00B57A31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zajęciow</w:t>
            </w:r>
            <w:r w:rsidR="00B57A31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ego</w:t>
            </w:r>
          </w:p>
          <w:p w14:paraId="4CC561EC" w14:textId="77777777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3AA78018" w14:textId="77777777" w:rsidR="00474EA6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6E9E79E" w14:textId="2A9A73EA" w:rsidR="00474EA6" w:rsidRPr="005D68C7" w:rsidRDefault="00474EA6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ukończony kurs/szkolenie potwierdzony certyfika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tem z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zakresu terapii ręki</w:t>
            </w:r>
          </w:p>
          <w:p w14:paraId="16677C81" w14:textId="77777777" w:rsidR="00474EA6" w:rsidRPr="005D68C7" w:rsidRDefault="00000000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63327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4EA6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474EA6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57240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4EA6"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474EA6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="00474EA6"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1B202E1E" w14:textId="77777777" w:rsidR="00474EA6" w:rsidRDefault="00474EA6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3C95F2CA" w14:textId="05841A32" w:rsidR="00474EA6" w:rsidRDefault="00474EA6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ręki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9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33F25F0D" w14:textId="1216DED5" w:rsidR="00474EA6" w:rsidRPr="00823320" w:rsidRDefault="00474EA6" w:rsidP="00823320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69079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20660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743551A8" w14:textId="77777777" w:rsidR="00474EA6" w:rsidRPr="005D68C7" w:rsidRDefault="00474EA6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C8A955D" w14:textId="77777777" w:rsidR="00474EA6" w:rsidRPr="005D68C7" w:rsidRDefault="00474EA6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246E845" w14:textId="7A219FCA" w:rsidR="00B312C1" w:rsidRPr="00EB36D6" w:rsidRDefault="00B312C1" w:rsidP="00B312C1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6549808C" w14:textId="77777777" w:rsidR="00B312C1" w:rsidRDefault="00B312C1" w:rsidP="00B312C1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4FD560C3" w14:textId="77777777" w:rsidR="00B312C1" w:rsidRPr="00AF1832" w:rsidRDefault="00B312C1" w:rsidP="00B312C1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proofErr w:type="gramStart"/>
      <w:r w:rsidRPr="00605F1F">
        <w:rPr>
          <w:rFonts w:ascii="Calibri" w:hAnsi="Calibri"/>
          <w:b/>
          <w:bCs/>
          <w:color w:val="FF0000"/>
          <w:highlight w:val="yellow"/>
        </w:rPr>
        <w:t>ELEKTRONICZNYM !!!</w:t>
      </w:r>
      <w:proofErr w:type="gramEnd"/>
    </w:p>
    <w:p w14:paraId="0EB1CCD1" w14:textId="551F0749" w:rsidR="00B312C1" w:rsidRPr="00C42EB7" w:rsidRDefault="00B312C1" w:rsidP="00C42EB7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 w:rsidR="00C42EB7">
        <w:rPr>
          <w:rFonts w:ascii="Arial" w:hAnsi="Arial" w:cs="Arial"/>
          <w:b/>
          <w:smallCaps/>
          <w:u w:val="single"/>
        </w:rPr>
        <w:t>5</w:t>
      </w:r>
      <w:r w:rsidRPr="00B37469">
        <w:rPr>
          <w:rFonts w:ascii="Arial" w:hAnsi="Arial" w:cs="Arial"/>
          <w:b/>
          <w:smallCaps/>
          <w:u w:val="single"/>
        </w:rPr>
        <w:t xml:space="preserve"> </w:t>
      </w:r>
      <w:r>
        <w:rPr>
          <w:rFonts w:ascii="Arial" w:hAnsi="Arial" w:cs="Arial"/>
          <w:b/>
          <w:smallCaps/>
          <w:u w:val="single"/>
        </w:rPr>
        <w:t>- terap</w:t>
      </w:r>
      <w:r w:rsidR="00C42EB7">
        <w:rPr>
          <w:rFonts w:ascii="Arial" w:hAnsi="Arial" w:cs="Arial"/>
          <w:b/>
          <w:smallCaps/>
          <w:u w:val="single"/>
        </w:rPr>
        <w:t xml:space="preserve">ia poznawczo-behawioralna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B312C1" w:rsidRPr="005D68C7" w14:paraId="011BEB3F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560B2BBE" w14:textId="77777777" w:rsidR="00B312C1" w:rsidRPr="005D68C7" w:rsidRDefault="00B312C1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9EC3F" w14:textId="77777777" w:rsidR="00B312C1" w:rsidRPr="005D68C7" w:rsidRDefault="00B312C1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7D08E6A7" w14:textId="77777777" w:rsidR="00B312C1" w:rsidRPr="005D68C7" w:rsidRDefault="00B312C1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59859698" w14:textId="77777777" w:rsidR="00B312C1" w:rsidRPr="005D68C7" w:rsidRDefault="00B312C1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4EF1DB5" w14:textId="77777777" w:rsidR="00B312C1" w:rsidRPr="005D68C7" w:rsidRDefault="00B312C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14539674" w14:textId="77777777" w:rsidR="00B312C1" w:rsidRPr="005D68C7" w:rsidRDefault="00B312C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0"/>
            </w:r>
          </w:p>
          <w:p w14:paraId="65BF909E" w14:textId="77777777" w:rsidR="00B312C1" w:rsidRPr="005D68C7" w:rsidRDefault="00B312C1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B312C1" w:rsidRPr="005D68C7" w14:paraId="34AB043A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271C8E4E" w14:textId="77777777" w:rsidR="00B312C1" w:rsidRPr="005D68C7" w:rsidRDefault="00B312C1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D8C0594" w14:textId="77777777" w:rsidR="00B312C1" w:rsidRPr="005D68C7" w:rsidRDefault="00B312C1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FBEC96E" w14:textId="65ED1468" w:rsidR="00B312C1" w:rsidRPr="005D68C7" w:rsidRDefault="00B312C1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poznawczo-behawioralną</w:t>
            </w:r>
          </w:p>
        </w:tc>
        <w:tc>
          <w:tcPr>
            <w:tcW w:w="3260" w:type="dxa"/>
            <w:vAlign w:val="center"/>
          </w:tcPr>
          <w:p w14:paraId="2AED9CD3" w14:textId="2ECA91C2" w:rsidR="00B312C1" w:rsidRDefault="00B312C1" w:rsidP="00B312C1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</w:p>
          <w:p w14:paraId="66125AF6" w14:textId="6F5CC060" w:rsidR="00B312C1" w:rsidRDefault="00B312C1" w:rsidP="00B312C1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518228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psycholog</w:t>
            </w:r>
            <w:r w:rsidR="0016235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69388C1F" w14:textId="544D2806" w:rsidR="00B312C1" w:rsidRDefault="00B312C1" w:rsidP="00B312C1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11732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pedagog</w:t>
            </w:r>
            <w:r w:rsidR="0016235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2A11B020" w14:textId="2C4682B1" w:rsidR="00B312C1" w:rsidRDefault="00B312C1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039E8FEC" w14:textId="3DB3DF32" w:rsidR="00B312C1" w:rsidRPr="005D68C7" w:rsidRDefault="00B312C1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kwalifikacje do wykonywania terapii poznawczo-behawioralnej potwierdzone zaświadczeniem </w:t>
            </w:r>
          </w:p>
          <w:p w14:paraId="75041178" w14:textId="77777777" w:rsidR="00B312C1" w:rsidRPr="005D68C7" w:rsidRDefault="00000000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43196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12C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B312C1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091425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12C1"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B312C1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="00B312C1"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1E10EFFF" w14:textId="555B1A19" w:rsidR="00B312C1" w:rsidRDefault="00B312C1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poznawczo-behawioralnej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11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AD3D46B" w14:textId="77777777" w:rsidR="00B312C1" w:rsidRPr="00823320" w:rsidRDefault="00B312C1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771812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88910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7B88CAFC" w14:textId="77777777" w:rsidR="00B312C1" w:rsidRPr="005D68C7" w:rsidRDefault="00B312C1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9E015A4" w14:textId="77777777" w:rsidR="00B312C1" w:rsidRPr="005D68C7" w:rsidRDefault="00B312C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AAD3674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0A2CF924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19D398F6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CE0640A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2D3CE98B" w14:textId="77777777" w:rsidR="002D2F58" w:rsidRDefault="002D2F58" w:rsidP="00F02D0B">
      <w:pPr>
        <w:spacing w:before="0" w:after="0" w:line="240" w:lineRule="auto"/>
        <w:jc w:val="right"/>
        <w:rPr>
          <w:rFonts w:ascii="Times New Roman" w:eastAsia="MS Mincho" w:hAnsi="Times New Roman" w:cs="Times New Roman"/>
          <w:b/>
          <w:color w:val="000000"/>
          <w:lang w:eastAsia="pl-PL"/>
        </w:rPr>
      </w:pPr>
    </w:p>
    <w:p w14:paraId="45A3AE39" w14:textId="77777777" w:rsidR="002D2F58" w:rsidRDefault="002D2F58" w:rsidP="00F02D0B">
      <w:pPr>
        <w:spacing w:before="0" w:after="0" w:line="240" w:lineRule="auto"/>
        <w:jc w:val="right"/>
        <w:rPr>
          <w:rFonts w:ascii="Times New Roman" w:eastAsia="MS Mincho" w:hAnsi="Times New Roman" w:cs="Times New Roman"/>
          <w:b/>
          <w:color w:val="000000"/>
          <w:lang w:eastAsia="pl-PL"/>
        </w:rPr>
      </w:pPr>
    </w:p>
    <w:p w14:paraId="746E2D67" w14:textId="77777777" w:rsidR="002D2F58" w:rsidRDefault="002D2F58" w:rsidP="00F02D0B">
      <w:pPr>
        <w:spacing w:before="0" w:after="0" w:line="240" w:lineRule="auto"/>
        <w:jc w:val="right"/>
        <w:rPr>
          <w:rFonts w:ascii="Times New Roman" w:eastAsia="MS Mincho" w:hAnsi="Times New Roman" w:cs="Times New Roman"/>
          <w:b/>
          <w:color w:val="000000"/>
          <w:lang w:eastAsia="pl-PL"/>
        </w:rPr>
      </w:pPr>
    </w:p>
    <w:p w14:paraId="5D54550B" w14:textId="77777777" w:rsidR="00C42EB7" w:rsidRPr="00EB36D6" w:rsidRDefault="00C42EB7" w:rsidP="00C42EB7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074F778B" w14:textId="77777777" w:rsidR="00C42EB7" w:rsidRDefault="00C42EB7" w:rsidP="00C42EB7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0EA9BC3B" w14:textId="514F9677" w:rsidR="00C42EB7" w:rsidRPr="00AF1832" w:rsidRDefault="00C42EB7" w:rsidP="00C42EB7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>PODPISAĆ PODPISEM ELEKTRONICZNYM!!!</w:t>
      </w:r>
    </w:p>
    <w:p w14:paraId="3E163D38" w14:textId="754C3250" w:rsidR="00C42EB7" w:rsidRPr="00C42EB7" w:rsidRDefault="00C42EB7" w:rsidP="00C42EB7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6 - terapia sensoryczna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2268"/>
      </w:tblGrid>
      <w:tr w:rsidR="00C42EB7" w:rsidRPr="005D68C7" w14:paraId="35CE0036" w14:textId="77777777" w:rsidTr="00C42EB7">
        <w:trPr>
          <w:cantSplit/>
          <w:trHeight w:val="1818"/>
        </w:trPr>
        <w:tc>
          <w:tcPr>
            <w:tcW w:w="567" w:type="dxa"/>
            <w:vAlign w:val="center"/>
          </w:tcPr>
          <w:p w14:paraId="4572F3C6" w14:textId="77777777" w:rsidR="00C42EB7" w:rsidRPr="005D68C7" w:rsidRDefault="00C42EB7" w:rsidP="00C42EB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65FECC04" w14:textId="77777777" w:rsidR="00C42EB7" w:rsidRPr="005D68C7" w:rsidRDefault="00C42EB7" w:rsidP="00C42EB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7AE5B487" w14:textId="77777777" w:rsidR="00C42EB7" w:rsidRPr="005D68C7" w:rsidRDefault="00C42EB7" w:rsidP="00C42E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94BA1A4" w14:textId="77777777" w:rsidR="00C42EB7" w:rsidRPr="005D68C7" w:rsidRDefault="00C42EB7" w:rsidP="00C42EB7">
            <w:pPr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2268" w:type="dxa"/>
            <w:vAlign w:val="center"/>
          </w:tcPr>
          <w:p w14:paraId="1A9734B7" w14:textId="2672186F" w:rsidR="00C42EB7" w:rsidRPr="00C42EB7" w:rsidRDefault="00C42EB7" w:rsidP="00C42EB7">
            <w:pPr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2"/>
            </w:r>
          </w:p>
        </w:tc>
      </w:tr>
      <w:tr w:rsidR="00C42EB7" w:rsidRPr="005D68C7" w14:paraId="422B7507" w14:textId="77777777" w:rsidTr="00C42EB7">
        <w:trPr>
          <w:cantSplit/>
          <w:trHeight w:val="1818"/>
        </w:trPr>
        <w:tc>
          <w:tcPr>
            <w:tcW w:w="567" w:type="dxa"/>
            <w:vAlign w:val="center"/>
          </w:tcPr>
          <w:p w14:paraId="3AEAE625" w14:textId="77777777" w:rsidR="00C42EB7" w:rsidRPr="005D68C7" w:rsidRDefault="00C42EB7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08BDAB4" w14:textId="77777777" w:rsidR="00C42EB7" w:rsidRPr="005D68C7" w:rsidRDefault="00C42EB7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0520D3F" w14:textId="7E866F54" w:rsidR="00C42EB7" w:rsidRPr="005D68C7" w:rsidRDefault="00C42EB7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integracji sensorycznej</w:t>
            </w:r>
          </w:p>
        </w:tc>
        <w:tc>
          <w:tcPr>
            <w:tcW w:w="3260" w:type="dxa"/>
            <w:vAlign w:val="center"/>
          </w:tcPr>
          <w:p w14:paraId="16D30C45" w14:textId="77777777" w:rsidR="00C42EB7" w:rsidRPr="005D68C7" w:rsidRDefault="00C42EB7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</w:p>
          <w:p w14:paraId="398A7993" w14:textId="727946D3" w:rsidR="00C42EB7" w:rsidRPr="005D68C7" w:rsidRDefault="00C42EB7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8621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fizjoterapeut</w:t>
            </w:r>
            <w:r w:rsidR="0016235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y</w:t>
            </w:r>
          </w:p>
          <w:p w14:paraId="71D7278D" w14:textId="319EF09C" w:rsidR="00C42EB7" w:rsidRDefault="00C42EB7" w:rsidP="00C42EB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957165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psycholog</w:t>
            </w:r>
            <w:r w:rsidR="0016235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66153F2A" w14:textId="39814FFD" w:rsidR="00C42EB7" w:rsidRDefault="00C42EB7" w:rsidP="00C42EB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35410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pedagog</w:t>
            </w:r>
            <w:r w:rsidR="0016235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</w:t>
            </w:r>
          </w:p>
          <w:p w14:paraId="53C5BF3D" w14:textId="77777777" w:rsidR="00C42EB7" w:rsidRDefault="00C42EB7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335B226" w14:textId="3CB4BA3C" w:rsidR="00C42EB7" w:rsidRDefault="00C42EB7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ukończone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):</w:t>
            </w:r>
          </w:p>
          <w:p w14:paraId="32BEB5AF" w14:textId="77777777" w:rsidR="00C42EB7" w:rsidRDefault="00C42EB7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644667D1" w14:textId="20C6103F" w:rsidR="00C42EB7" w:rsidRDefault="00C42EB7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48122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studia podyplomowe z zakresu integracji sensorycznej  </w:t>
            </w:r>
          </w:p>
          <w:p w14:paraId="7C09A2E6" w14:textId="51203C59" w:rsidR="00C42EB7" w:rsidRPr="00C42EB7" w:rsidRDefault="00000000" w:rsidP="00C42EB7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57170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B7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C42EB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drugi stopień kursu z zakresu </w:t>
            </w:r>
            <w:r w:rsidR="00C42EB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integracji sensorycznej </w:t>
            </w:r>
          </w:p>
          <w:p w14:paraId="18BB59ED" w14:textId="77777777" w:rsidR="00C42EB7" w:rsidRDefault="00C42EB7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6675A30D" w14:textId="0D43B1DE" w:rsidR="00C42EB7" w:rsidRDefault="00C42EB7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integracji sensorycznej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13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3987B686" w14:textId="77777777" w:rsidR="00C42EB7" w:rsidRDefault="00C42EB7" w:rsidP="00C42EB7">
            <w:pPr>
              <w:spacing w:before="0" w:after="0" w:line="240" w:lineRule="auto"/>
              <w:jc w:val="left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570194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99312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4AE2CF4D" w14:textId="790B3A7B" w:rsidR="00C42EB7" w:rsidRPr="00C42EB7" w:rsidRDefault="00C42EB7" w:rsidP="00C42EB7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A379A68" w14:textId="77777777" w:rsidR="00C42EB7" w:rsidRPr="005D68C7" w:rsidRDefault="00C42EB7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C127088" w14:textId="77777777" w:rsidR="00C42EB7" w:rsidRDefault="00C42EB7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E14013A" w14:textId="77777777" w:rsidR="003D4571" w:rsidRDefault="003D4571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244ACD0" w14:textId="77777777" w:rsidR="003D4571" w:rsidRPr="00EB36D6" w:rsidRDefault="003D4571" w:rsidP="003D4571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0FA67E08" w14:textId="77777777" w:rsidR="003D4571" w:rsidRDefault="003D4571" w:rsidP="003D4571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013DC3EA" w14:textId="77777777" w:rsidR="003D4571" w:rsidRPr="00AF1832" w:rsidRDefault="003D4571" w:rsidP="003D4571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proofErr w:type="gramStart"/>
      <w:r w:rsidRPr="00605F1F">
        <w:rPr>
          <w:rFonts w:ascii="Calibri" w:hAnsi="Calibri"/>
          <w:b/>
          <w:bCs/>
          <w:color w:val="FF0000"/>
          <w:highlight w:val="yellow"/>
        </w:rPr>
        <w:t>ELEKTRONICZNYM !!!</w:t>
      </w:r>
      <w:proofErr w:type="gramEnd"/>
    </w:p>
    <w:p w14:paraId="399194AA" w14:textId="055BEBF3" w:rsidR="003D4571" w:rsidRPr="00C42EB7" w:rsidRDefault="003D4571" w:rsidP="003D4571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7 – terapia pedagogiczna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3D4571" w:rsidRPr="005D68C7" w14:paraId="764E354E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2101217E" w14:textId="77777777" w:rsidR="003D4571" w:rsidRPr="005D68C7" w:rsidRDefault="003D4571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36E94A6" w14:textId="77777777" w:rsidR="003D4571" w:rsidRPr="005D68C7" w:rsidRDefault="003D4571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04496ECA" w14:textId="77777777" w:rsidR="003D4571" w:rsidRPr="005D68C7" w:rsidRDefault="003D4571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102BDDA1" w14:textId="77777777" w:rsidR="003D4571" w:rsidRPr="005D68C7" w:rsidRDefault="003D4571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DE21D56" w14:textId="77777777" w:rsidR="003D4571" w:rsidRPr="005D68C7" w:rsidRDefault="003D457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668C60C1" w14:textId="77777777" w:rsidR="003D4571" w:rsidRPr="005D68C7" w:rsidRDefault="003D457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4"/>
            </w:r>
          </w:p>
          <w:p w14:paraId="3268B756" w14:textId="77777777" w:rsidR="003D4571" w:rsidRPr="005D68C7" w:rsidRDefault="003D4571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3D4571" w:rsidRPr="005D68C7" w14:paraId="27C385EE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315FF416" w14:textId="77777777" w:rsidR="003D4571" w:rsidRPr="005D68C7" w:rsidRDefault="003D4571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923C87B" w14:textId="77777777" w:rsidR="003D4571" w:rsidRPr="005D68C7" w:rsidRDefault="003D4571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CCF0460" w14:textId="2931591E" w:rsidR="003D4571" w:rsidRPr="005D68C7" w:rsidRDefault="003D4571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pedagogiczną</w:t>
            </w:r>
          </w:p>
        </w:tc>
        <w:tc>
          <w:tcPr>
            <w:tcW w:w="3260" w:type="dxa"/>
            <w:vAlign w:val="center"/>
          </w:tcPr>
          <w:p w14:paraId="2CE7D415" w14:textId="1DAE00E8" w:rsidR="003D4571" w:rsidRPr="006A2EC2" w:rsidRDefault="003D4571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D457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terapeuty pedagogicznego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36797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81144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54BFF12F" w14:textId="1CAFF267" w:rsidR="003D4571" w:rsidRDefault="003D4571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pedagogicznej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15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629483D2" w14:textId="77777777" w:rsidR="003D4571" w:rsidRPr="00F858E6" w:rsidRDefault="003D4571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34906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35595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7691F0C5" w14:textId="77777777" w:rsidR="003D4571" w:rsidRPr="005D68C7" w:rsidRDefault="003D4571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14:paraId="57CE9B78" w14:textId="77777777" w:rsidR="003D4571" w:rsidRPr="005D68C7" w:rsidRDefault="003D4571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C2F25A2" w14:textId="77777777" w:rsidR="003D4571" w:rsidRPr="005D68C7" w:rsidRDefault="003D4571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2F5B948" w14:textId="77777777" w:rsidR="003D4571" w:rsidRDefault="003D4571" w:rsidP="003D4571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153AF327" w14:textId="77777777" w:rsidR="003D4571" w:rsidRDefault="003D4571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168B419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5437C13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471022FA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4714555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52904974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42C4E75B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4F64444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4B9219F3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448F43A" w14:textId="77777777" w:rsidR="00287E2B" w:rsidRDefault="00287E2B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550A48A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CCCEAD0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78289507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04733AF" w14:textId="77777777" w:rsidR="00530A7D" w:rsidRPr="00EB36D6" w:rsidRDefault="00530A7D" w:rsidP="00530A7D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669689B4" w14:textId="77777777" w:rsidR="00530A7D" w:rsidRDefault="00530A7D" w:rsidP="00530A7D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382DA305" w14:textId="662D321E" w:rsidR="00530A7D" w:rsidRPr="00AF1832" w:rsidRDefault="00530A7D" w:rsidP="00530A7D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>PODPISAĆ PODPISEM ELEKTRONICZNY</w:t>
      </w:r>
      <w:r w:rsidR="00287E2B">
        <w:rPr>
          <w:rFonts w:ascii="Calibri" w:hAnsi="Calibri"/>
          <w:b/>
          <w:bCs/>
          <w:color w:val="FF0000"/>
          <w:highlight w:val="yellow"/>
        </w:rPr>
        <w:t>M</w:t>
      </w:r>
      <w:r w:rsidRPr="00605F1F">
        <w:rPr>
          <w:rFonts w:ascii="Calibri" w:hAnsi="Calibri"/>
          <w:b/>
          <w:bCs/>
          <w:color w:val="FF0000"/>
          <w:highlight w:val="yellow"/>
        </w:rPr>
        <w:t>!!!</w:t>
      </w:r>
    </w:p>
    <w:p w14:paraId="49D3CE7B" w14:textId="2ED13494" w:rsidR="00530A7D" w:rsidRPr="00C42EB7" w:rsidRDefault="00530A7D" w:rsidP="00530A7D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>
        <w:rPr>
          <w:rFonts w:ascii="Arial" w:hAnsi="Arial" w:cs="Arial"/>
          <w:b/>
          <w:smallCaps/>
          <w:u w:val="single"/>
        </w:rPr>
        <w:t>8 – terapia psychologiczna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530A7D" w:rsidRPr="005D68C7" w14:paraId="3430B5F2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5DA53274" w14:textId="77777777" w:rsidR="00530A7D" w:rsidRPr="005D68C7" w:rsidRDefault="00530A7D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58D69F4" w14:textId="77777777" w:rsidR="00530A7D" w:rsidRPr="005D68C7" w:rsidRDefault="00530A7D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3D267900" w14:textId="77777777" w:rsidR="00530A7D" w:rsidRPr="005D68C7" w:rsidRDefault="00530A7D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07FCDA28" w14:textId="77777777" w:rsidR="00530A7D" w:rsidRPr="005D68C7" w:rsidRDefault="00530A7D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0A49EC41" w14:textId="77777777" w:rsidR="00530A7D" w:rsidRPr="005D68C7" w:rsidRDefault="00530A7D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50F9242C" w14:textId="77777777" w:rsidR="00530A7D" w:rsidRPr="005D68C7" w:rsidRDefault="00530A7D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6"/>
            </w:r>
          </w:p>
          <w:p w14:paraId="00ED8C6C" w14:textId="77777777" w:rsidR="00530A7D" w:rsidRPr="005D68C7" w:rsidRDefault="00530A7D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530A7D" w:rsidRPr="005D68C7" w14:paraId="64C2A215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4BC0CCEC" w14:textId="77777777" w:rsidR="00530A7D" w:rsidRPr="005D68C7" w:rsidRDefault="00530A7D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E824E11" w14:textId="77777777" w:rsidR="00530A7D" w:rsidRPr="005D68C7" w:rsidRDefault="00530A7D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F9B99E" w14:textId="698F97F8" w:rsidR="00530A7D" w:rsidRPr="005D68C7" w:rsidRDefault="00530A7D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terapię psychologiczną</w:t>
            </w:r>
          </w:p>
        </w:tc>
        <w:tc>
          <w:tcPr>
            <w:tcW w:w="3260" w:type="dxa"/>
            <w:vAlign w:val="center"/>
          </w:tcPr>
          <w:p w14:paraId="3252BB44" w14:textId="01BF4346" w:rsidR="00530A7D" w:rsidRPr="006A2EC2" w:rsidRDefault="00530A7D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30A7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psychologa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24236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65013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2AE6E384" w14:textId="5EA573C8" w:rsidR="00530A7D" w:rsidRDefault="00530A7D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terapii psychologicznej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17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76B30130" w14:textId="77777777" w:rsidR="00530A7D" w:rsidRPr="00F858E6" w:rsidRDefault="00530A7D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81139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209561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079197C8" w14:textId="77777777" w:rsidR="00530A7D" w:rsidRPr="005D68C7" w:rsidRDefault="00530A7D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7787F90" w14:textId="77777777" w:rsidR="00530A7D" w:rsidRPr="005D68C7" w:rsidRDefault="00530A7D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9D0F9B1" w14:textId="77777777" w:rsidR="00530A7D" w:rsidRDefault="00530A7D" w:rsidP="00530A7D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0107AAA9" w14:textId="77777777" w:rsidR="00530A7D" w:rsidRDefault="00530A7D" w:rsidP="00530A7D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7B772653" w14:textId="77777777" w:rsidR="00530A7D" w:rsidRDefault="00530A7D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DEC245C" w14:textId="77777777" w:rsidR="003D4571" w:rsidRDefault="003D4571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61087F1D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4E46DA9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E3602D9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46E8702C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C210297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DF5BD8D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737EA95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43EC2155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76C6C2A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67894E47" w14:textId="77777777" w:rsidR="00025CF9" w:rsidRPr="00EB36D6" w:rsidRDefault="00025CF9" w:rsidP="00025CF9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198CE46B" w14:textId="77777777" w:rsidR="00025CF9" w:rsidRDefault="00025CF9" w:rsidP="00025CF9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4D23A28E" w14:textId="77777777" w:rsidR="00025CF9" w:rsidRPr="00AF1832" w:rsidRDefault="00025CF9" w:rsidP="00025CF9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PODPISAĆ PODPISEM </w:t>
      </w:r>
      <w:proofErr w:type="gramStart"/>
      <w:r w:rsidRPr="00605F1F">
        <w:rPr>
          <w:rFonts w:ascii="Calibri" w:hAnsi="Calibri"/>
          <w:b/>
          <w:bCs/>
          <w:color w:val="FF0000"/>
          <w:highlight w:val="yellow"/>
        </w:rPr>
        <w:t>ELEKTRONICZNYM !!!</w:t>
      </w:r>
      <w:proofErr w:type="gramEnd"/>
    </w:p>
    <w:p w14:paraId="6B1FF893" w14:textId="27EFD4A0" w:rsidR="00025CF9" w:rsidRPr="00C42EB7" w:rsidRDefault="00025CF9" w:rsidP="00025CF9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proofErr w:type="gramStart"/>
      <w:r>
        <w:rPr>
          <w:rFonts w:ascii="Arial" w:hAnsi="Arial" w:cs="Arial"/>
          <w:b/>
          <w:smallCaps/>
          <w:u w:val="single"/>
        </w:rPr>
        <w:t xml:space="preserve">9 </w:t>
      </w:r>
      <w:r w:rsidRPr="00B37469">
        <w:rPr>
          <w:rFonts w:ascii="Arial" w:hAnsi="Arial" w:cs="Arial"/>
          <w:b/>
          <w:smallCaps/>
          <w:u w:val="single"/>
        </w:rPr>
        <w:t xml:space="preserve"> </w:t>
      </w:r>
      <w:r>
        <w:rPr>
          <w:rFonts w:ascii="Arial" w:hAnsi="Arial" w:cs="Arial"/>
          <w:b/>
          <w:smallCaps/>
          <w:u w:val="single"/>
        </w:rPr>
        <w:t>-</w:t>
      </w:r>
      <w:proofErr w:type="gramEnd"/>
      <w:r>
        <w:rPr>
          <w:rFonts w:ascii="Arial" w:hAnsi="Arial" w:cs="Arial"/>
          <w:b/>
          <w:smallCaps/>
          <w:u w:val="single"/>
        </w:rPr>
        <w:t xml:space="preserve"> rehabilitacja metodą bobath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3260"/>
        <w:gridCol w:w="1984"/>
      </w:tblGrid>
      <w:tr w:rsidR="00025CF9" w:rsidRPr="005D68C7" w14:paraId="4766BFA8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44901B2F" w14:textId="77777777" w:rsidR="00025CF9" w:rsidRPr="005D68C7" w:rsidRDefault="00025CF9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6FB69C" w14:textId="77777777" w:rsidR="00025CF9" w:rsidRPr="005D68C7" w:rsidRDefault="00025CF9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43BD6506" w14:textId="77777777" w:rsidR="00025CF9" w:rsidRPr="005D68C7" w:rsidRDefault="00025CF9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53D975AA" w14:textId="77777777" w:rsidR="00025CF9" w:rsidRPr="005D68C7" w:rsidRDefault="00025CF9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883D678" w14:textId="77777777" w:rsidR="00025CF9" w:rsidRPr="005D68C7" w:rsidRDefault="00025CF9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54C7A005" w14:textId="77777777" w:rsidR="00025CF9" w:rsidRPr="005D68C7" w:rsidRDefault="00025CF9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18"/>
            </w:r>
          </w:p>
          <w:p w14:paraId="0952C546" w14:textId="77777777" w:rsidR="00025CF9" w:rsidRPr="005D68C7" w:rsidRDefault="00025CF9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025CF9" w:rsidRPr="005D68C7" w14:paraId="111DF0F9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4BD376D5" w14:textId="77777777" w:rsidR="00025CF9" w:rsidRPr="005D68C7" w:rsidRDefault="00025CF9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A82AB50" w14:textId="77777777" w:rsidR="00025CF9" w:rsidRPr="005D68C7" w:rsidRDefault="00025CF9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1F2DF0C" w14:textId="35ED1186" w:rsidR="00025CF9" w:rsidRPr="005D68C7" w:rsidRDefault="00025CF9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>rehabilitację metodą Bobath</w:t>
            </w:r>
          </w:p>
        </w:tc>
        <w:tc>
          <w:tcPr>
            <w:tcW w:w="3260" w:type="dxa"/>
            <w:vAlign w:val="center"/>
          </w:tcPr>
          <w:p w14:paraId="6D63B808" w14:textId="77777777" w:rsidR="00025CF9" w:rsidRDefault="00025CF9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D68C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(uzupełnić poprzez wpisanie „x” w odpowiednią kratkę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):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</w:p>
          <w:p w14:paraId="25980198" w14:textId="05750C87" w:rsidR="00025CF9" w:rsidRDefault="00025CF9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43487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specjalisty w zakresie rehabilitacji medycznej</w:t>
            </w:r>
          </w:p>
          <w:p w14:paraId="5381F344" w14:textId="4DBC27CB" w:rsidR="00025CF9" w:rsidRDefault="00025CF9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202185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fizjoterapeut</w:t>
            </w:r>
            <w:r w:rsidR="0016235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y</w:t>
            </w:r>
          </w:p>
          <w:p w14:paraId="3B5E69BF" w14:textId="77777777" w:rsidR="00025CF9" w:rsidRDefault="00025CF9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300B8966" w14:textId="5131A471" w:rsidR="00025CF9" w:rsidRPr="005D68C7" w:rsidRDefault="00025CF9" w:rsidP="004E27AF">
            <w:pPr>
              <w:widowControl/>
              <w:tabs>
                <w:tab w:val="left" w:pos="600"/>
              </w:tabs>
              <w:spacing w:before="0" w:after="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ukończony kurs potwierdzony certyfikatem z metody NDT Bobath </w:t>
            </w:r>
          </w:p>
          <w:p w14:paraId="45A2CCB2" w14:textId="77777777" w:rsidR="00025CF9" w:rsidRPr="005D68C7" w:rsidRDefault="00000000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125994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5CF9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25CF9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2041010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5CF9"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25CF9"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="00025CF9"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11939CD0" w14:textId="716DBFEF" w:rsidR="00025CF9" w:rsidRDefault="00025CF9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rehabilitacji metodą Bobath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19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66F38A5D" w14:textId="77777777" w:rsidR="00025CF9" w:rsidRPr="00823320" w:rsidRDefault="00025CF9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54167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55791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280FF178" w14:textId="77777777" w:rsidR="00025CF9" w:rsidRPr="005D68C7" w:rsidRDefault="00025CF9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AF60B7" w14:textId="77777777" w:rsidR="00025CF9" w:rsidRPr="005D68C7" w:rsidRDefault="00025CF9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AE3B724" w14:textId="77777777" w:rsidR="00025CF9" w:rsidRDefault="00025CF9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0FFE99CF" w14:textId="77777777" w:rsidR="004B0512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54A8AFA" w14:textId="77777777" w:rsidR="004B0512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73A4BA6" w14:textId="77777777" w:rsidR="004B0512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9C7F3DF" w14:textId="77777777" w:rsidR="00287E2B" w:rsidRDefault="00287E2B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6AF74416" w14:textId="77777777" w:rsidR="004B0512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202A7524" w14:textId="77777777" w:rsidR="004B0512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12E3E3F4" w14:textId="77777777" w:rsidR="004B0512" w:rsidRPr="00EB36D6" w:rsidRDefault="004B0512" w:rsidP="004B0512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4BACD2DE" w14:textId="77777777" w:rsidR="004B0512" w:rsidRDefault="004B0512" w:rsidP="004B0512">
      <w:pPr>
        <w:pStyle w:val="Akapitzlist"/>
        <w:shd w:val="clear" w:color="auto" w:fill="FFFF00"/>
        <w:spacing w:before="0" w:after="0" w:line="271" w:lineRule="auto"/>
        <w:rPr>
          <w:rFonts w:cs="Calibri"/>
          <w:b/>
          <w:bCs/>
          <w:sz w:val="20"/>
          <w:szCs w:val="20"/>
          <w:u w:val="single"/>
        </w:rPr>
      </w:pPr>
      <w:r w:rsidRPr="00350F05">
        <w:rPr>
          <w:rFonts w:cs="Calibri"/>
          <w:b/>
          <w:bCs/>
          <w:sz w:val="20"/>
          <w:szCs w:val="20"/>
          <w:u w:val="single"/>
        </w:rPr>
        <w:t>Niniejszy formularz składa tylko Wykonawca wezwany przez Zamawiającego</w:t>
      </w:r>
    </w:p>
    <w:p w14:paraId="40227693" w14:textId="6EE899D0" w:rsidR="004B0512" w:rsidRPr="00AF1832" w:rsidRDefault="004B0512" w:rsidP="004B0512">
      <w:pPr>
        <w:pStyle w:val="Standard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 xml:space="preserve">!!! DOKUMENT WYPEŁNIĆ – ZAPISAĆ JAKO PDF – </w:t>
      </w:r>
      <w:r>
        <w:rPr>
          <w:rFonts w:ascii="Calibri" w:hAnsi="Calibri"/>
          <w:b/>
          <w:bCs/>
          <w:color w:val="FF0000"/>
          <w:highlight w:val="yellow"/>
        </w:rPr>
        <w:br/>
      </w:r>
      <w:r w:rsidRPr="00605F1F">
        <w:rPr>
          <w:rFonts w:ascii="Calibri" w:hAnsi="Calibri"/>
          <w:b/>
          <w:bCs/>
          <w:color w:val="FF0000"/>
          <w:highlight w:val="yellow"/>
        </w:rPr>
        <w:t>PODPISAĆ PODPISEM ELEKTRONICZNYM!!!</w:t>
      </w:r>
    </w:p>
    <w:p w14:paraId="052BBCC6" w14:textId="03490C57" w:rsidR="004B0512" w:rsidRPr="00C42EB7" w:rsidRDefault="004B0512" w:rsidP="004B0512">
      <w:pPr>
        <w:jc w:val="center"/>
        <w:rPr>
          <w:rFonts w:ascii="Arial" w:hAnsi="Arial" w:cs="Arial"/>
          <w:b/>
          <w:smallCaps/>
        </w:rPr>
      </w:pPr>
      <w:r w:rsidRPr="00360709">
        <w:rPr>
          <w:rFonts w:ascii="Arial" w:hAnsi="Arial" w:cs="Arial"/>
          <w:b/>
        </w:rPr>
        <w:t xml:space="preserve">WYKAZ OSÓB SKIEROWANYCH PRZEZ WYKONAWCĘ DO REALIZACJI ZAMÓWIENIA PUBLICZNEGO PN.: </w:t>
      </w:r>
      <w:r w:rsidRPr="00B37469">
        <w:rPr>
          <w:rFonts w:ascii="Arial" w:hAnsi="Arial" w:cs="Arial"/>
          <w:b/>
          <w:smallCaps/>
        </w:rPr>
        <w:t>„</w:t>
      </w:r>
      <w:r w:rsidRPr="00AF1832">
        <w:rPr>
          <w:rFonts w:ascii="Arial" w:hAnsi="Arial" w:cs="Arial"/>
          <w:b/>
          <w:smallCaps/>
          <w:sz w:val="20"/>
          <w:szCs w:val="20"/>
        </w:rPr>
        <w:t>ŚWIADCZENIE W 202</w:t>
      </w:r>
      <w:r w:rsidR="000D10AC">
        <w:rPr>
          <w:rFonts w:ascii="Arial" w:hAnsi="Arial" w:cs="Arial"/>
          <w:b/>
          <w:smallCaps/>
          <w:sz w:val="20"/>
          <w:szCs w:val="20"/>
        </w:rPr>
        <w:t>6</w:t>
      </w:r>
      <w:r w:rsidRPr="00AF1832">
        <w:rPr>
          <w:rFonts w:ascii="Arial" w:hAnsi="Arial" w:cs="Arial"/>
          <w:b/>
          <w:smallCaps/>
          <w:sz w:val="20"/>
          <w:szCs w:val="20"/>
        </w:rPr>
        <w:t xml:space="preserve"> ROKU SPECJALISTYCZNYCH USŁUG OPIEKUŃCZYCH ORAZ SPECJALISTYCZNYCH USŁUG OPIEKUŃCZYCH DLA OSÓB Z ZABURZENIAMI PSYCHICZNYMI NA PODSTAWIE DECYZJI ADMINISTRACYJNYCH MOPS WĄGROWIEC”</w:t>
      </w:r>
      <w:r>
        <w:rPr>
          <w:rFonts w:ascii="Arial" w:hAnsi="Arial" w:cs="Arial"/>
          <w:b/>
          <w:smallCaps/>
        </w:rPr>
        <w:t xml:space="preserve"> – </w:t>
      </w:r>
      <w:r>
        <w:rPr>
          <w:rFonts w:ascii="Arial" w:hAnsi="Arial" w:cs="Arial"/>
          <w:b/>
          <w:smallCaps/>
        </w:rPr>
        <w:br/>
      </w:r>
      <w:r w:rsidRPr="00B37469">
        <w:rPr>
          <w:rFonts w:ascii="Arial" w:hAnsi="Arial" w:cs="Arial"/>
          <w:b/>
          <w:smallCaps/>
          <w:u w:val="single"/>
        </w:rPr>
        <w:t xml:space="preserve">dotyczy części nr </w:t>
      </w:r>
      <w:r w:rsidR="0016235B">
        <w:rPr>
          <w:rFonts w:ascii="Arial" w:hAnsi="Arial" w:cs="Arial"/>
          <w:b/>
          <w:smallCaps/>
          <w:u w:val="single"/>
        </w:rPr>
        <w:t>10</w:t>
      </w:r>
      <w:r>
        <w:rPr>
          <w:rFonts w:ascii="Arial" w:hAnsi="Arial" w:cs="Arial"/>
          <w:b/>
          <w:smallCaps/>
          <w:u w:val="single"/>
        </w:rPr>
        <w:t xml:space="preserve"> – terapia </w:t>
      </w:r>
      <w:r w:rsidR="0016235B">
        <w:rPr>
          <w:rFonts w:ascii="Arial" w:hAnsi="Arial" w:cs="Arial"/>
          <w:b/>
          <w:smallCaps/>
          <w:u w:val="single"/>
        </w:rPr>
        <w:t>neurologopedyczna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1604"/>
        <w:gridCol w:w="1841"/>
        <w:gridCol w:w="3172"/>
        <w:gridCol w:w="1908"/>
      </w:tblGrid>
      <w:tr w:rsidR="004B0512" w:rsidRPr="005D68C7" w14:paraId="60C524FA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79F5A376" w14:textId="77777777" w:rsidR="004B0512" w:rsidRPr="005D68C7" w:rsidRDefault="004B0512" w:rsidP="004E27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F8CD429" w14:textId="77777777" w:rsidR="004B0512" w:rsidRPr="005D68C7" w:rsidRDefault="004B0512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38B4111F" w14:textId="77777777" w:rsidR="004B0512" w:rsidRPr="005D68C7" w:rsidRDefault="004B0512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6F019F23" w14:textId="77777777" w:rsidR="004B0512" w:rsidRPr="005D68C7" w:rsidRDefault="004B0512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C42E97E" w14:textId="77777777" w:rsidR="004B0512" w:rsidRPr="005D68C7" w:rsidRDefault="004B051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Informacja na temat posiadanego wykształcenia/kwalifikacji zawodowych/doświadczenia  </w:t>
            </w:r>
          </w:p>
        </w:tc>
        <w:tc>
          <w:tcPr>
            <w:tcW w:w="1984" w:type="dxa"/>
            <w:vAlign w:val="center"/>
          </w:tcPr>
          <w:p w14:paraId="1E045048" w14:textId="77777777" w:rsidR="004B0512" w:rsidRPr="005D68C7" w:rsidRDefault="004B051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5D68C7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Informacja o podstawie do dysponowania osobą</w:t>
            </w:r>
            <w:r w:rsidRPr="005D68C7">
              <w:rPr>
                <w:rStyle w:val="Odwoanieprzypisudolnego"/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footnoteReference w:id="20"/>
            </w:r>
          </w:p>
          <w:p w14:paraId="268894E7" w14:textId="77777777" w:rsidR="004B0512" w:rsidRPr="005D68C7" w:rsidRDefault="004B0512" w:rsidP="004E27AF">
            <w:pPr>
              <w:spacing w:line="240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B0512" w:rsidRPr="005D68C7" w14:paraId="617B2169" w14:textId="77777777" w:rsidTr="004E27AF">
        <w:trPr>
          <w:cantSplit/>
          <w:trHeight w:val="1818"/>
        </w:trPr>
        <w:tc>
          <w:tcPr>
            <w:tcW w:w="567" w:type="dxa"/>
            <w:vAlign w:val="center"/>
          </w:tcPr>
          <w:p w14:paraId="06287A78" w14:textId="77777777" w:rsidR="004B0512" w:rsidRPr="005D68C7" w:rsidRDefault="004B0512" w:rsidP="004E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8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59EEF36E" w14:textId="77777777" w:rsidR="004B0512" w:rsidRPr="005D68C7" w:rsidRDefault="004B0512" w:rsidP="004E27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EFDB8C0" w14:textId="290E0AAD" w:rsidR="004B0512" w:rsidRPr="005D68C7" w:rsidRDefault="004B0512" w:rsidP="004E27A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68C7">
              <w:rPr>
                <w:rFonts w:ascii="Arial" w:hAnsi="Arial" w:cs="Arial"/>
                <w:b/>
                <w:sz w:val="18"/>
                <w:szCs w:val="18"/>
              </w:rPr>
              <w:t xml:space="preserve">Osoba wykonująca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terapię </w:t>
            </w:r>
            <w:r w:rsidR="0016235B">
              <w:rPr>
                <w:rFonts w:ascii="Arial" w:hAnsi="Arial" w:cs="Arial"/>
                <w:b/>
                <w:sz w:val="18"/>
                <w:szCs w:val="18"/>
              </w:rPr>
              <w:t>neurologopedyczną</w:t>
            </w:r>
          </w:p>
        </w:tc>
        <w:tc>
          <w:tcPr>
            <w:tcW w:w="3260" w:type="dxa"/>
            <w:vAlign w:val="center"/>
          </w:tcPr>
          <w:p w14:paraId="26A565E8" w14:textId="4BB171F6" w:rsidR="004B0512" w:rsidRPr="006A2EC2" w:rsidRDefault="004B0512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kwalifikacje i prawo do wykonywania zawodu</w:t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16235B" w:rsidRPr="0016235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neurologopedy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26684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6376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32434C0D" w14:textId="57A2034E" w:rsidR="004B0512" w:rsidRDefault="004B0512" w:rsidP="004E27AF">
            <w:pPr>
              <w:widowControl/>
              <w:tabs>
                <w:tab w:val="left" w:pos="600"/>
              </w:tabs>
              <w:spacing w:before="0" w:after="200" w:line="240" w:lineRule="auto"/>
              <w:jc w:val="left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Posiada …</w:t>
            </w:r>
            <w:proofErr w:type="gramStart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miesięcy </w:t>
            </w:r>
            <w:r w:rsidRPr="005D68C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doświadczenia w zakresie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terapii </w:t>
            </w:r>
            <w:r w:rsidR="0016235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neurologopedycznej</w:t>
            </w:r>
            <w:r w:rsidRPr="005D68C7">
              <w:rPr>
                <w:rStyle w:val="Odwoanieprzypisudolnego"/>
                <w:rFonts w:ascii="Arial" w:hAnsi="Arial" w:cs="Arial"/>
                <w:bCs/>
                <w:color w:val="000000" w:themeColor="text1"/>
                <w:sz w:val="18"/>
                <w:szCs w:val="18"/>
              </w:rPr>
              <w:footnoteReference w:id="21"/>
            </w:r>
            <w:r w:rsidRPr="005D68C7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5AC94F3C" w14:textId="77777777" w:rsidR="004B0512" w:rsidRPr="00F858E6" w:rsidRDefault="004B0512" w:rsidP="004E27AF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Posiada co najmniej 3 miesięczne doświadczenie zawodowe w pracy z osobami z zaburzeniami psychicznymi zdobyte w jednostkach wskazanych w Rozdziale 4 ust 12 pkt. 1-6 SWZ. 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-192448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TAK   </w:t>
            </w:r>
            <w:sdt>
              <w:sdtPr>
                <w:rPr>
                  <w:rFonts w:ascii="Arial" w:eastAsia="Calibri" w:hAnsi="Arial" w:cs="Arial"/>
                  <w:bCs/>
                  <w:color w:val="000000"/>
                  <w:sz w:val="18"/>
                  <w:szCs w:val="18"/>
                </w:rPr>
                <w:id w:val="5043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68C7">
                  <w:rPr>
                    <w:rFonts w:ascii="Segoe UI Symbol" w:eastAsia="MS Gothic" w:hAnsi="Segoe UI Symbol" w:cs="Segoe UI Symbol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Pr="005D68C7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NIE </w:t>
            </w:r>
            <w:r w:rsidRPr="005D68C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(zaznaczyć właściwe)</w:t>
            </w:r>
          </w:p>
          <w:p w14:paraId="77F199B2" w14:textId="77777777" w:rsidR="004B0512" w:rsidRPr="005D68C7" w:rsidRDefault="004B0512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14:paraId="0AA226E5" w14:textId="77777777" w:rsidR="004B0512" w:rsidRPr="005D68C7" w:rsidRDefault="004B0512" w:rsidP="004E27AF">
            <w:pPr>
              <w:widowControl/>
              <w:autoSpaceDE/>
              <w:autoSpaceDN/>
              <w:spacing w:before="120" w:after="0" w:line="240" w:lineRule="auto"/>
              <w:contextualSpacing/>
              <w:jc w:val="left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BAE1F5" w14:textId="77777777" w:rsidR="004B0512" w:rsidRPr="005D68C7" w:rsidRDefault="004B0512" w:rsidP="004E27AF">
            <w:pPr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BBD95D5" w14:textId="77777777" w:rsidR="004B0512" w:rsidRDefault="004B0512" w:rsidP="004B0512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329DA4E" w14:textId="77777777" w:rsidR="004B0512" w:rsidRDefault="004B0512" w:rsidP="004B0512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37A8B894" w14:textId="77777777" w:rsidR="004B0512" w:rsidRDefault="004B0512" w:rsidP="004B0512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5EBDE23A" w14:textId="77777777" w:rsidR="004B0512" w:rsidRDefault="004B0512" w:rsidP="004B0512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p w14:paraId="74682420" w14:textId="77777777" w:rsidR="004B0512" w:rsidRPr="00E56BC0" w:rsidRDefault="004B0512" w:rsidP="00E56BC0">
      <w:pPr>
        <w:suppressAutoHyphens/>
        <w:spacing w:before="0" w:after="0" w:line="276" w:lineRule="auto"/>
        <w:rPr>
          <w:rFonts w:ascii="Times New Roman" w:hAnsi="Times New Roman" w:cs="Times New Roman"/>
          <w:spacing w:val="4"/>
          <w:kern w:val="1"/>
          <w:sz w:val="18"/>
          <w:szCs w:val="18"/>
        </w:rPr>
      </w:pPr>
    </w:p>
    <w:sectPr w:rsidR="004B0512" w:rsidRPr="00E56BC0" w:rsidSect="00C4225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34" w:right="1418" w:bottom="1134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75031" w14:textId="77777777" w:rsidR="00315F35" w:rsidRDefault="00315F35" w:rsidP="005F2B02">
      <w:pPr>
        <w:spacing w:before="0" w:after="0" w:line="240" w:lineRule="auto"/>
      </w:pPr>
      <w:r>
        <w:separator/>
      </w:r>
    </w:p>
  </w:endnote>
  <w:endnote w:type="continuationSeparator" w:id="0">
    <w:p w14:paraId="3FE84E01" w14:textId="77777777" w:rsidR="00315F35" w:rsidRDefault="00315F35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DCD64" w14:textId="77777777" w:rsidR="00315F35" w:rsidRDefault="00315F35" w:rsidP="005F2B02">
      <w:pPr>
        <w:spacing w:before="0" w:after="0" w:line="240" w:lineRule="auto"/>
      </w:pPr>
      <w:r>
        <w:separator/>
      </w:r>
    </w:p>
  </w:footnote>
  <w:footnote w:type="continuationSeparator" w:id="0">
    <w:p w14:paraId="5DA0C8B6" w14:textId="77777777" w:rsidR="00315F35" w:rsidRDefault="00315F35" w:rsidP="005F2B02">
      <w:pPr>
        <w:spacing w:before="0" w:after="0" w:line="240" w:lineRule="auto"/>
      </w:pPr>
      <w:r>
        <w:continuationSeparator/>
      </w:r>
    </w:p>
  </w:footnote>
  <w:footnote w:id="1">
    <w:p w14:paraId="29121D05" w14:textId="3E6B79D4" w:rsidR="005D68C7" w:rsidRDefault="005D68C7" w:rsidP="005D68C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</w:t>
      </w:r>
      <w:r w:rsidR="00287E2B" w:rsidRPr="005D68C7">
        <w:rPr>
          <w:rFonts w:eastAsia="Calibri"/>
          <w:bCs/>
          <w:iCs/>
          <w:color w:val="000000"/>
          <w:sz w:val="16"/>
          <w:szCs w:val="16"/>
        </w:rPr>
        <w:t>zamówienia np.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umowa o</w:t>
      </w:r>
    </w:p>
    <w:p w14:paraId="4A4A384C" w14:textId="77777777" w:rsidR="005D68C7" w:rsidRDefault="005D68C7" w:rsidP="005D68C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30D54D41" w14:textId="712B1545" w:rsidR="005D68C7" w:rsidRPr="005D68C7" w:rsidRDefault="005D68C7" w:rsidP="005D68C7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podmiot udostępnia wykonawcy osobę do realizacji zamówienia np. umowa o </w:t>
      </w:r>
      <w:r w:rsidR="00287E2B" w:rsidRPr="005D68C7">
        <w:rPr>
          <w:rFonts w:eastAsia="Calibri"/>
          <w:bCs/>
          <w:iCs/>
          <w:color w:val="000000"/>
          <w:sz w:val="16"/>
          <w:szCs w:val="16"/>
        </w:rPr>
        <w:t>współpracy, zobowiązanie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itd.)</w:t>
      </w:r>
    </w:p>
  </w:footnote>
  <w:footnote w:id="2">
    <w:p w14:paraId="4C2C17C7" w14:textId="77777777" w:rsidR="009E3F03" w:rsidRDefault="00AF1832" w:rsidP="009E3F03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</w:t>
      </w:r>
      <w:r w:rsidR="00235ED9" w:rsidRPr="00AF1832">
        <w:rPr>
          <w:color w:val="000000" w:themeColor="text1"/>
          <w:sz w:val="16"/>
          <w:szCs w:val="16"/>
          <w:lang w:eastAsia="zh-CN"/>
        </w:rPr>
        <w:t>z doświadczeniem</w:t>
      </w:r>
      <w:r w:rsidRPr="00AF1832">
        <w:rPr>
          <w:color w:val="000000" w:themeColor="text1"/>
          <w:sz w:val="16"/>
          <w:szCs w:val="16"/>
          <w:lang w:eastAsia="zh-CN"/>
        </w:rPr>
        <w:t xml:space="preserve"> tej osoby </w:t>
      </w:r>
      <w:r w:rsidR="00235ED9"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386009B6" w14:textId="6950647E" w:rsidR="00AF1832" w:rsidRPr="009E3F03" w:rsidRDefault="00AF1832" w:rsidP="009E3F03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3">
    <w:p w14:paraId="2F681E0D" w14:textId="77777777" w:rsidR="005D68C7" w:rsidRDefault="005D68C7" w:rsidP="00AF1832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48559B2F" w14:textId="77777777" w:rsidR="005D68C7" w:rsidRPr="00AF1832" w:rsidRDefault="005D68C7" w:rsidP="00AF1832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4">
    <w:p w14:paraId="3124096C" w14:textId="186F05FC" w:rsidR="005D68C7" w:rsidRDefault="005D68C7" w:rsidP="005D68C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4E8A5411" w14:textId="77777777" w:rsidR="005D68C7" w:rsidRDefault="005D68C7" w:rsidP="005D68C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2BC7F63B" w14:textId="76455AC0" w:rsidR="005D68C7" w:rsidRPr="005D68C7" w:rsidRDefault="005D68C7" w:rsidP="005D68C7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5">
    <w:p w14:paraId="313DF80C" w14:textId="77777777" w:rsidR="005D68C7" w:rsidRDefault="005D68C7" w:rsidP="005D68C7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3161AA32" w14:textId="77777777" w:rsidR="005D68C7" w:rsidRPr="00AF1832" w:rsidRDefault="005D68C7" w:rsidP="005D68C7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6">
    <w:p w14:paraId="7C18D21B" w14:textId="77777777" w:rsidR="006A2EC2" w:rsidRDefault="006A2EC2" w:rsidP="006A2EC2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5F414AB2" w14:textId="77777777" w:rsidR="006A2EC2" w:rsidRDefault="006A2EC2" w:rsidP="006A2EC2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66DB764A" w14:textId="77777777" w:rsidR="006A2EC2" w:rsidRPr="005D68C7" w:rsidRDefault="006A2EC2" w:rsidP="006A2EC2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7">
    <w:p w14:paraId="0C55D6BE" w14:textId="77777777" w:rsidR="006A2EC2" w:rsidRDefault="006A2EC2" w:rsidP="006A2EC2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541BF30A" w14:textId="77777777" w:rsidR="006A2EC2" w:rsidRPr="00AF1832" w:rsidRDefault="006A2EC2" w:rsidP="006A2EC2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8">
    <w:p w14:paraId="71690F16" w14:textId="77777777" w:rsidR="00474EA6" w:rsidRDefault="00474EA6" w:rsidP="00474EA6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6674C197" w14:textId="77777777" w:rsidR="00474EA6" w:rsidRDefault="00474EA6" w:rsidP="00474EA6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2833AEC6" w14:textId="77777777" w:rsidR="00474EA6" w:rsidRPr="005D68C7" w:rsidRDefault="00474EA6" w:rsidP="00474EA6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9">
    <w:p w14:paraId="61C4B180" w14:textId="77777777" w:rsidR="00474EA6" w:rsidRDefault="00474EA6" w:rsidP="00474EA6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51DA77F5" w14:textId="77777777" w:rsidR="00474EA6" w:rsidRPr="00AF1832" w:rsidRDefault="00474EA6" w:rsidP="00474EA6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10">
    <w:p w14:paraId="1FCE0222" w14:textId="77777777" w:rsidR="00B312C1" w:rsidRDefault="00B312C1" w:rsidP="00B312C1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3D349CC1" w14:textId="77777777" w:rsidR="00B312C1" w:rsidRDefault="00B312C1" w:rsidP="00B312C1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266E801E" w14:textId="77777777" w:rsidR="00B312C1" w:rsidRPr="005D68C7" w:rsidRDefault="00B312C1" w:rsidP="00B312C1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11">
    <w:p w14:paraId="7835B6DE" w14:textId="77777777" w:rsidR="00B312C1" w:rsidRDefault="00B312C1" w:rsidP="00B312C1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3FB556CA" w14:textId="77777777" w:rsidR="00B312C1" w:rsidRPr="00AF1832" w:rsidRDefault="00B312C1" w:rsidP="00B312C1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12">
    <w:p w14:paraId="183560F1" w14:textId="77777777" w:rsidR="00C42EB7" w:rsidRDefault="00C42EB7" w:rsidP="00C42EB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52D4B765" w14:textId="77777777" w:rsidR="00C42EB7" w:rsidRDefault="00C42EB7" w:rsidP="00C42EB7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458C8039" w14:textId="77777777" w:rsidR="00C42EB7" w:rsidRPr="005D68C7" w:rsidRDefault="00C42EB7" w:rsidP="00C42EB7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13">
    <w:p w14:paraId="3A1FDF14" w14:textId="77777777" w:rsidR="00C42EB7" w:rsidRDefault="00C42EB7" w:rsidP="00C42EB7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73BDC9F8" w14:textId="77777777" w:rsidR="00C42EB7" w:rsidRPr="00AF1832" w:rsidRDefault="00C42EB7" w:rsidP="00C42EB7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14">
    <w:p w14:paraId="77D1AD02" w14:textId="77777777" w:rsidR="003D4571" w:rsidRDefault="003D4571" w:rsidP="003D4571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41E72C39" w14:textId="77777777" w:rsidR="003D4571" w:rsidRDefault="003D4571" w:rsidP="003D4571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5C986258" w14:textId="77777777" w:rsidR="003D4571" w:rsidRPr="005D68C7" w:rsidRDefault="003D4571" w:rsidP="003D4571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15">
    <w:p w14:paraId="5D01A96D" w14:textId="77777777" w:rsidR="003D4571" w:rsidRDefault="003D4571" w:rsidP="003D4571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23CDA42C" w14:textId="77777777" w:rsidR="003D4571" w:rsidRPr="00AF1832" w:rsidRDefault="003D4571" w:rsidP="003D4571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16">
    <w:p w14:paraId="1E2AC115" w14:textId="77777777" w:rsidR="00530A7D" w:rsidRDefault="00530A7D" w:rsidP="00530A7D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693DF222" w14:textId="77777777" w:rsidR="00530A7D" w:rsidRDefault="00530A7D" w:rsidP="00530A7D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087EEDD7" w14:textId="77777777" w:rsidR="00530A7D" w:rsidRPr="005D68C7" w:rsidRDefault="00530A7D" w:rsidP="00530A7D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17">
    <w:p w14:paraId="0877070F" w14:textId="77777777" w:rsidR="00530A7D" w:rsidRDefault="00530A7D" w:rsidP="00530A7D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59567588" w14:textId="77777777" w:rsidR="00530A7D" w:rsidRPr="00AF1832" w:rsidRDefault="00530A7D" w:rsidP="00530A7D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18">
    <w:p w14:paraId="44B2458A" w14:textId="77777777" w:rsidR="00025CF9" w:rsidRDefault="00025CF9" w:rsidP="00025CF9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0622AB1C" w14:textId="77777777" w:rsidR="00025CF9" w:rsidRDefault="00025CF9" w:rsidP="00025CF9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7B0AFAD4" w14:textId="77777777" w:rsidR="00025CF9" w:rsidRPr="005D68C7" w:rsidRDefault="00025CF9" w:rsidP="00025CF9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19">
    <w:p w14:paraId="6F4596EA" w14:textId="77777777" w:rsidR="00025CF9" w:rsidRDefault="00025CF9" w:rsidP="00025CF9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5BBB919B" w14:textId="77777777" w:rsidR="00025CF9" w:rsidRPr="00AF1832" w:rsidRDefault="00025CF9" w:rsidP="00025CF9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  <w:footnote w:id="20">
    <w:p w14:paraId="3FAEF13A" w14:textId="77777777" w:rsidR="004B0512" w:rsidRDefault="004B0512" w:rsidP="004B0512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Style w:val="Odwoanieprzypisudolnego"/>
          <w:sz w:val="16"/>
          <w:szCs w:val="16"/>
        </w:rPr>
        <w:footnoteRef/>
      </w:r>
      <w:r w:rsidRPr="005D68C7">
        <w:rPr>
          <w:sz w:val="16"/>
          <w:szCs w:val="16"/>
        </w:rPr>
        <w:t xml:space="preserve"> </w:t>
      </w:r>
      <w:r w:rsidRPr="005D68C7">
        <w:rPr>
          <w:rFonts w:eastAsia="Calibri"/>
          <w:bCs/>
          <w:iCs/>
          <w:color w:val="000000"/>
          <w:sz w:val="16"/>
          <w:szCs w:val="16"/>
        </w:rPr>
        <w:t>(</w:t>
      </w:r>
      <w:r w:rsidRPr="005D68C7">
        <w:rPr>
          <w:rFonts w:eastAsia="Calibri"/>
          <w:b/>
          <w:iCs/>
          <w:color w:val="000000"/>
          <w:sz w:val="16"/>
          <w:szCs w:val="16"/>
        </w:rPr>
        <w:t>dysponowanie bezpośrednie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 tj. relacja łącząca Wykonawcę bezpośrednio z osobą skierowaną do realizacji zamówienia np. umowa o</w:t>
      </w:r>
    </w:p>
    <w:p w14:paraId="356913CA" w14:textId="77777777" w:rsidR="004B0512" w:rsidRDefault="004B0512" w:rsidP="004B0512">
      <w:pPr>
        <w:pStyle w:val="Tekstprzypisudolnego"/>
        <w:rPr>
          <w:rFonts w:eastAsia="Calibri"/>
          <w:bCs/>
          <w:iCs/>
          <w:color w:val="000000"/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prac</w:t>
      </w:r>
      <w:r w:rsidRPr="005D68C7">
        <w:rPr>
          <w:rFonts w:eastAsia="TimesNewRoman,Italic"/>
          <w:bCs/>
          <w:iCs/>
          <w:color w:val="000000"/>
          <w:sz w:val="16"/>
          <w:szCs w:val="16"/>
        </w:rPr>
        <w:t>ę</w:t>
      </w:r>
      <w:r w:rsidRPr="005D68C7">
        <w:rPr>
          <w:rFonts w:eastAsia="Calibri"/>
          <w:bCs/>
          <w:iCs/>
          <w:color w:val="000000"/>
          <w:sz w:val="16"/>
          <w:szCs w:val="16"/>
        </w:rPr>
        <w:t xml:space="preserve">/umowa o dzieło, umowa zlecenie/B2B, lub </w:t>
      </w:r>
      <w:r w:rsidRPr="005D68C7">
        <w:rPr>
          <w:rFonts w:eastAsia="Calibri"/>
          <w:b/>
          <w:iCs/>
          <w:color w:val="000000"/>
          <w:sz w:val="16"/>
          <w:szCs w:val="16"/>
        </w:rPr>
        <w:t xml:space="preserve">dysponowanie pośrednie </w:t>
      </w:r>
      <w:r w:rsidRPr="005D68C7">
        <w:rPr>
          <w:rFonts w:eastAsia="Calibri"/>
          <w:bCs/>
          <w:iCs/>
          <w:color w:val="000000"/>
          <w:sz w:val="16"/>
          <w:szCs w:val="16"/>
        </w:rPr>
        <w:t>tj. relacja łącząca Wykonawcę z innym podmiotem, który to</w:t>
      </w:r>
    </w:p>
    <w:p w14:paraId="1B28FE6F" w14:textId="77777777" w:rsidR="004B0512" w:rsidRPr="005D68C7" w:rsidRDefault="004B0512" w:rsidP="004B0512">
      <w:pPr>
        <w:pStyle w:val="Tekstprzypisudolnego"/>
        <w:rPr>
          <w:sz w:val="16"/>
          <w:szCs w:val="16"/>
        </w:rPr>
      </w:pPr>
      <w:r w:rsidRPr="005D68C7">
        <w:rPr>
          <w:rFonts w:eastAsia="Calibri"/>
          <w:bCs/>
          <w:iCs/>
          <w:color w:val="000000"/>
          <w:sz w:val="16"/>
          <w:szCs w:val="16"/>
        </w:rPr>
        <w:t>podmiot udostępnia wykonawcy osobę do realizacji zamówienia np. umowa o współpracy, zobowiązanie itd.)</w:t>
      </w:r>
    </w:p>
  </w:footnote>
  <w:footnote w:id="21">
    <w:p w14:paraId="0EB597D5" w14:textId="77777777" w:rsidR="004B0512" w:rsidRDefault="004B0512" w:rsidP="004B0512">
      <w:pPr>
        <w:pStyle w:val="Tekstprzypisudolnego"/>
        <w:rPr>
          <w:color w:val="000000" w:themeColor="text1"/>
          <w:sz w:val="16"/>
          <w:szCs w:val="16"/>
          <w:lang w:eastAsia="zh-CN"/>
        </w:rPr>
      </w:pPr>
      <w:r w:rsidRPr="00AF1832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>D</w:t>
      </w:r>
      <w:r w:rsidRPr="00AF1832">
        <w:rPr>
          <w:sz w:val="16"/>
          <w:szCs w:val="16"/>
        </w:rPr>
        <w:t xml:space="preserve">oświadczenie (ilość miesięcy) musi być </w:t>
      </w:r>
      <w:r w:rsidRPr="00AF1832">
        <w:rPr>
          <w:color w:val="000000" w:themeColor="text1"/>
          <w:sz w:val="16"/>
          <w:szCs w:val="16"/>
          <w:lang w:eastAsia="zh-CN"/>
        </w:rPr>
        <w:t>tożsam</w:t>
      </w:r>
      <w:r>
        <w:rPr>
          <w:color w:val="000000" w:themeColor="text1"/>
          <w:sz w:val="16"/>
          <w:szCs w:val="16"/>
          <w:lang w:eastAsia="zh-CN"/>
        </w:rPr>
        <w:t>e</w:t>
      </w:r>
      <w:r w:rsidRPr="00AF1832">
        <w:rPr>
          <w:color w:val="000000" w:themeColor="text1"/>
          <w:sz w:val="16"/>
          <w:szCs w:val="16"/>
          <w:lang w:eastAsia="zh-CN"/>
        </w:rPr>
        <w:t xml:space="preserve"> z doświadczeniem tej osoby </w:t>
      </w:r>
      <w:r>
        <w:rPr>
          <w:color w:val="000000" w:themeColor="text1"/>
          <w:sz w:val="16"/>
          <w:szCs w:val="16"/>
          <w:lang w:eastAsia="zh-CN"/>
        </w:rPr>
        <w:t xml:space="preserve">zawarte </w:t>
      </w:r>
      <w:r w:rsidRPr="00AF1832">
        <w:rPr>
          <w:color w:val="000000" w:themeColor="text1"/>
          <w:sz w:val="16"/>
          <w:szCs w:val="16"/>
          <w:lang w:eastAsia="zh-CN"/>
        </w:rPr>
        <w:t xml:space="preserve">w formularzu oferty </w:t>
      </w:r>
    </w:p>
    <w:p w14:paraId="678E7FFF" w14:textId="77777777" w:rsidR="004B0512" w:rsidRPr="00AF1832" w:rsidRDefault="004B0512" w:rsidP="004B0512">
      <w:pPr>
        <w:pStyle w:val="Tekstprzypisudolnego"/>
        <w:rPr>
          <w:sz w:val="16"/>
          <w:szCs w:val="16"/>
        </w:rPr>
      </w:pPr>
      <w:r w:rsidRPr="00AF1832">
        <w:rPr>
          <w:color w:val="000000" w:themeColor="text1"/>
          <w:sz w:val="16"/>
          <w:szCs w:val="16"/>
          <w:lang w:eastAsia="zh-CN"/>
        </w:rPr>
        <w:t>(jeśli zostało wskazane na potrzeby kryterium oceny ofert)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CF0A4" w14:textId="63C8AD46" w:rsidR="00FD61DA" w:rsidRDefault="00FD61DA">
    <w:pPr>
      <w:pStyle w:val="Nagwek"/>
    </w:pPr>
  </w:p>
  <w:p w14:paraId="01A4209D" w14:textId="77777777" w:rsidR="00DB450D" w:rsidRDefault="00DB4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00B6E" w14:textId="37136662" w:rsidR="00287E2B" w:rsidRDefault="00287E2B">
    <w:pPr>
      <w:pStyle w:val="Nagwek"/>
    </w:pPr>
    <w:r w:rsidRPr="00287E2B">
      <w:rPr>
        <w:highlight w:val="yellow"/>
      </w:rPr>
      <w:t>Niniejszy formularz składa tylko Wykonawca wezwany przez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-2071"/>
        </w:tabs>
        <w:ind w:left="-2071" w:hanging="360"/>
      </w:pPr>
    </w:lvl>
  </w:abstractNum>
  <w:abstractNum w:abstractNumId="1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59730228">
    <w:abstractNumId w:val="3"/>
  </w:num>
  <w:num w:numId="2" w16cid:durableId="1901745611">
    <w:abstractNumId w:val="1"/>
  </w:num>
  <w:num w:numId="3" w16cid:durableId="655033009">
    <w:abstractNumId w:val="5"/>
    <w:lvlOverride w:ilvl="0">
      <w:startOverride w:val="1"/>
    </w:lvlOverride>
  </w:num>
  <w:num w:numId="4" w16cid:durableId="1792431075">
    <w:abstractNumId w:val="4"/>
    <w:lvlOverride w:ilvl="0">
      <w:startOverride w:val="1"/>
    </w:lvlOverride>
  </w:num>
  <w:num w:numId="5" w16cid:durableId="1312558434">
    <w:abstractNumId w:val="2"/>
  </w:num>
  <w:num w:numId="6" w16cid:durableId="52206268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00ED6"/>
    <w:rsid w:val="0001237D"/>
    <w:rsid w:val="00013CBE"/>
    <w:rsid w:val="00017C0C"/>
    <w:rsid w:val="00025CF9"/>
    <w:rsid w:val="000427FC"/>
    <w:rsid w:val="00060F18"/>
    <w:rsid w:val="00063FD8"/>
    <w:rsid w:val="000744BB"/>
    <w:rsid w:val="0009076D"/>
    <w:rsid w:val="000A2172"/>
    <w:rsid w:val="000D10AC"/>
    <w:rsid w:val="000E1D87"/>
    <w:rsid w:val="001050E0"/>
    <w:rsid w:val="00116CDD"/>
    <w:rsid w:val="00141435"/>
    <w:rsid w:val="0016235B"/>
    <w:rsid w:val="001A2018"/>
    <w:rsid w:val="001C34DC"/>
    <w:rsid w:val="001D1119"/>
    <w:rsid w:val="001F3287"/>
    <w:rsid w:val="00216AEA"/>
    <w:rsid w:val="00223D9D"/>
    <w:rsid w:val="00225F9F"/>
    <w:rsid w:val="00235ED9"/>
    <w:rsid w:val="00244B97"/>
    <w:rsid w:val="00244EE1"/>
    <w:rsid w:val="002558FE"/>
    <w:rsid w:val="00272777"/>
    <w:rsid w:val="002745DC"/>
    <w:rsid w:val="00287E2B"/>
    <w:rsid w:val="00297ECA"/>
    <w:rsid w:val="002A4C3B"/>
    <w:rsid w:val="002A6D30"/>
    <w:rsid w:val="002C4EBE"/>
    <w:rsid w:val="002D2F58"/>
    <w:rsid w:val="002E48F6"/>
    <w:rsid w:val="002F1B53"/>
    <w:rsid w:val="002F3594"/>
    <w:rsid w:val="00315F35"/>
    <w:rsid w:val="003209D6"/>
    <w:rsid w:val="00344CE0"/>
    <w:rsid w:val="00345E2D"/>
    <w:rsid w:val="00361D3C"/>
    <w:rsid w:val="0038253C"/>
    <w:rsid w:val="003C2CE4"/>
    <w:rsid w:val="003D4571"/>
    <w:rsid w:val="0041762B"/>
    <w:rsid w:val="0042076A"/>
    <w:rsid w:val="004223F8"/>
    <w:rsid w:val="00431F14"/>
    <w:rsid w:val="00453B5B"/>
    <w:rsid w:val="00474DB2"/>
    <w:rsid w:val="00474EA6"/>
    <w:rsid w:val="004805C9"/>
    <w:rsid w:val="004B0512"/>
    <w:rsid w:val="004B31D5"/>
    <w:rsid w:val="004B3C9C"/>
    <w:rsid w:val="004C2D73"/>
    <w:rsid w:val="004D2935"/>
    <w:rsid w:val="004F4BFD"/>
    <w:rsid w:val="004F7F1E"/>
    <w:rsid w:val="005063F4"/>
    <w:rsid w:val="00530A7D"/>
    <w:rsid w:val="00544FA2"/>
    <w:rsid w:val="00545696"/>
    <w:rsid w:val="005531A0"/>
    <w:rsid w:val="00565B07"/>
    <w:rsid w:val="00566219"/>
    <w:rsid w:val="00597AFA"/>
    <w:rsid w:val="005D68C7"/>
    <w:rsid w:val="005F2B02"/>
    <w:rsid w:val="005F4555"/>
    <w:rsid w:val="0060750E"/>
    <w:rsid w:val="006259D9"/>
    <w:rsid w:val="00630CCC"/>
    <w:rsid w:val="00640C44"/>
    <w:rsid w:val="0064512B"/>
    <w:rsid w:val="00654118"/>
    <w:rsid w:val="00674A76"/>
    <w:rsid w:val="00693F41"/>
    <w:rsid w:val="006A2C39"/>
    <w:rsid w:val="006A2EC2"/>
    <w:rsid w:val="006C69DE"/>
    <w:rsid w:val="00737A42"/>
    <w:rsid w:val="00743EAB"/>
    <w:rsid w:val="007457F1"/>
    <w:rsid w:val="007544A5"/>
    <w:rsid w:val="0076276F"/>
    <w:rsid w:val="007B5A25"/>
    <w:rsid w:val="007D5F29"/>
    <w:rsid w:val="007E717A"/>
    <w:rsid w:val="007F4D5E"/>
    <w:rsid w:val="008017D1"/>
    <w:rsid w:val="00817E1B"/>
    <w:rsid w:val="00823320"/>
    <w:rsid w:val="00826415"/>
    <w:rsid w:val="0084523F"/>
    <w:rsid w:val="008E4A7B"/>
    <w:rsid w:val="00951FED"/>
    <w:rsid w:val="009770DA"/>
    <w:rsid w:val="009809CB"/>
    <w:rsid w:val="009B580B"/>
    <w:rsid w:val="009E3F03"/>
    <w:rsid w:val="009F12C3"/>
    <w:rsid w:val="00A22261"/>
    <w:rsid w:val="00A2759D"/>
    <w:rsid w:val="00A37366"/>
    <w:rsid w:val="00A407AD"/>
    <w:rsid w:val="00A53AE5"/>
    <w:rsid w:val="00AD28C4"/>
    <w:rsid w:val="00AF1832"/>
    <w:rsid w:val="00AF59EA"/>
    <w:rsid w:val="00B059B0"/>
    <w:rsid w:val="00B12834"/>
    <w:rsid w:val="00B312C1"/>
    <w:rsid w:val="00B52972"/>
    <w:rsid w:val="00B57A31"/>
    <w:rsid w:val="00B64F70"/>
    <w:rsid w:val="00B75CFE"/>
    <w:rsid w:val="00BA4D51"/>
    <w:rsid w:val="00BC743F"/>
    <w:rsid w:val="00BE32F8"/>
    <w:rsid w:val="00BF47C7"/>
    <w:rsid w:val="00BF4952"/>
    <w:rsid w:val="00C10198"/>
    <w:rsid w:val="00C4225A"/>
    <w:rsid w:val="00C42EB7"/>
    <w:rsid w:val="00C458FD"/>
    <w:rsid w:val="00C564DD"/>
    <w:rsid w:val="00C613D9"/>
    <w:rsid w:val="00CA5763"/>
    <w:rsid w:val="00CF4323"/>
    <w:rsid w:val="00D377C3"/>
    <w:rsid w:val="00D859FC"/>
    <w:rsid w:val="00DB450D"/>
    <w:rsid w:val="00DD6E01"/>
    <w:rsid w:val="00DF34F4"/>
    <w:rsid w:val="00E07717"/>
    <w:rsid w:val="00E22B52"/>
    <w:rsid w:val="00E34A21"/>
    <w:rsid w:val="00E50BCF"/>
    <w:rsid w:val="00E56BC0"/>
    <w:rsid w:val="00EB36D6"/>
    <w:rsid w:val="00F02D0B"/>
    <w:rsid w:val="00F13399"/>
    <w:rsid w:val="00F175BC"/>
    <w:rsid w:val="00F3037B"/>
    <w:rsid w:val="00F858E6"/>
    <w:rsid w:val="00F93943"/>
    <w:rsid w:val="00FA0F25"/>
    <w:rsid w:val="00FB1226"/>
    <w:rsid w:val="00FD61DA"/>
    <w:rsid w:val="00FD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1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1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1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1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6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2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2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5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16</TotalTime>
  <Pages>1</Pages>
  <Words>1843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Daria Ostaficzuk</cp:lastModifiedBy>
  <cp:revision>6</cp:revision>
  <cp:lastPrinted>2024-11-12T12:11:00Z</cp:lastPrinted>
  <dcterms:created xsi:type="dcterms:W3CDTF">2024-12-30T10:24:00Z</dcterms:created>
  <dcterms:modified xsi:type="dcterms:W3CDTF">2025-12-12T10:28:00Z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